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0" w:type="dxa"/>
        <w:tblInd w:w="-612" w:type="dxa"/>
        <w:tblLook w:val="0000"/>
      </w:tblPr>
      <w:tblGrid>
        <w:gridCol w:w="2790"/>
        <w:gridCol w:w="7200"/>
      </w:tblGrid>
      <w:tr w:rsidR="00B53E13">
        <w:trPr>
          <w:trHeight w:val="270"/>
        </w:trPr>
        <w:tc>
          <w:tcPr>
            <w:tcW w:w="9990" w:type="dxa"/>
            <w:gridSpan w:val="2"/>
          </w:tcPr>
          <w:p w:rsidR="00B53E13" w:rsidRDefault="00B53E13" w:rsidP="00BD0FAE">
            <w:r>
              <w:t>Lauren O’Brien</w:t>
            </w:r>
          </w:p>
          <w:p w:rsidR="00B53E13" w:rsidRPr="00527BD9" w:rsidRDefault="00B53E13" w:rsidP="00BD0FAE">
            <w:pPr>
              <w:rPr>
                <w:b/>
                <w:bCs/>
              </w:rPr>
            </w:pPr>
            <w:smartTag w:uri="urn:schemas-microsoft-com:office:smarttags" w:element="address">
              <w:smartTag w:uri="urn:schemas-microsoft-com:office:smarttags" w:element="Street">
                <w:smartTag w:uri="urn:schemas-microsoft-com:office:smarttags" w:element="address">
                  <w:smartTag w:uri="urn:schemas-microsoft-com:office:smarttags" w:element="Street">
                    <w:r>
                      <w:t>128 Westdale Rd.</w:t>
                    </w:r>
                  </w:smartTag>
                </w:smartTag>
                <w:r>
                  <w:t xml:space="preserve"> </w:t>
                </w:r>
                <w:smartTag w:uri="urn:schemas-microsoft-com:office:smarttags" w:element="City">
                  <w:r>
                    <w:t>Upper Darby</w:t>
                  </w:r>
                </w:smartTag>
                <w:r>
                  <w:t xml:space="preserve">, </w:t>
                </w:r>
                <w:smartTag w:uri="urn:schemas-microsoft-com:office:smarttags" w:element="State">
                  <w:r>
                    <w:t>PA</w:t>
                  </w:r>
                </w:smartTag>
                <w:r>
                  <w:t xml:space="preserve"> </w:t>
                </w:r>
                <w:smartTag w:uri="urn:schemas-microsoft-com:office:smarttags" w:element="PostalCode">
                  <w:r>
                    <w:t>19082</w:t>
                  </w:r>
                </w:smartTag>
              </w:smartTag>
            </w:smartTag>
          </w:p>
          <w:p w:rsidR="00B53E13" w:rsidRDefault="00B53E13" w:rsidP="00BD0FAE">
            <w:pPr>
              <w:rPr>
                <w:rFonts w:cs="Arial"/>
              </w:rPr>
            </w:pPr>
            <w:r>
              <w:rPr>
                <w:rFonts w:cs="Arial"/>
              </w:rPr>
              <w:t>484-354-7858</w:t>
            </w:r>
          </w:p>
          <w:p w:rsidR="00B53E13" w:rsidRDefault="00B53E13" w:rsidP="00BD0FAE">
            <w:pPr>
              <w:rPr>
                <w:rFonts w:cs="Arial"/>
              </w:rPr>
            </w:pPr>
            <w:r>
              <w:rPr>
                <w:rFonts w:cs="Arial"/>
              </w:rPr>
              <w:t>obrienl@lmsd.org</w:t>
            </w:r>
          </w:p>
          <w:p w:rsidR="00B53E13" w:rsidRDefault="00B53E13" w:rsidP="00BD0FAE"/>
        </w:tc>
      </w:tr>
      <w:tr w:rsidR="00B53E13">
        <w:trPr>
          <w:trHeight w:val="7470"/>
        </w:trPr>
        <w:tc>
          <w:tcPr>
            <w:tcW w:w="2790" w:type="dxa"/>
            <w:tcBorders>
              <w:right w:val="single" w:sz="4" w:space="0" w:color="808080"/>
            </w:tcBorders>
          </w:tcPr>
          <w:p w:rsidR="00B53E13" w:rsidRDefault="00B53E13" w:rsidP="002B1A53">
            <w:pPr>
              <w:pStyle w:val="Reference"/>
              <w:spacing w:after="0" w:line="480" w:lineRule="auto"/>
              <w:rPr>
                <w:i/>
              </w:rPr>
            </w:pPr>
            <w:r w:rsidRPr="003F3810">
              <w:rPr>
                <w:i/>
              </w:rPr>
              <w:t>“</w:t>
            </w:r>
            <w:r>
              <w:rPr>
                <w:i/>
              </w:rPr>
              <w:t>Miss O’Brien’s lessons were well-planned and executed with the abilities of the students in mind…</w:t>
            </w:r>
            <w:r w:rsidRPr="003F3810">
              <w:rPr>
                <w:i/>
              </w:rPr>
              <w:t>Miss O’Brien also taught inclusion</w:t>
            </w:r>
            <w:r>
              <w:rPr>
                <w:i/>
              </w:rPr>
              <w:t xml:space="preserve"> </w:t>
            </w:r>
            <w:r w:rsidRPr="003F3810">
              <w:rPr>
                <w:i/>
              </w:rPr>
              <w:t xml:space="preserve">classes in Math and Social Studies.  </w:t>
            </w:r>
          </w:p>
          <w:p w:rsidR="00B53E13" w:rsidRDefault="00B53E13" w:rsidP="002B1A53">
            <w:pPr>
              <w:pStyle w:val="Reference"/>
              <w:spacing w:after="0" w:line="480" w:lineRule="auto"/>
              <w:rPr>
                <w:i/>
              </w:rPr>
            </w:pPr>
            <w:r>
              <w:rPr>
                <w:i/>
              </w:rPr>
              <w:t>Her k</w:t>
            </w:r>
            <w:r w:rsidRPr="003F3810">
              <w:rPr>
                <w:i/>
              </w:rPr>
              <w:t xml:space="preserve">ind heart enabled the children to </w:t>
            </w:r>
          </w:p>
          <w:p w:rsidR="00B53E13" w:rsidRDefault="00B53E13" w:rsidP="002B1A53">
            <w:pPr>
              <w:pStyle w:val="Reference"/>
              <w:spacing w:after="0" w:line="480" w:lineRule="auto"/>
              <w:rPr>
                <w:i/>
              </w:rPr>
            </w:pPr>
            <w:r w:rsidRPr="003F3810">
              <w:rPr>
                <w:i/>
              </w:rPr>
              <w:t xml:space="preserve">take chances.  She always gave special </w:t>
            </w:r>
          </w:p>
          <w:p w:rsidR="00B53E13" w:rsidRDefault="00B53E13" w:rsidP="002B1A53">
            <w:pPr>
              <w:pStyle w:val="Reference"/>
              <w:spacing w:after="0" w:line="480" w:lineRule="auto"/>
              <w:rPr>
                <w:i/>
              </w:rPr>
            </w:pPr>
            <w:r w:rsidRPr="003F3810">
              <w:rPr>
                <w:i/>
              </w:rPr>
              <w:t xml:space="preserve">attention to the academically, socially, </w:t>
            </w:r>
          </w:p>
          <w:p w:rsidR="00B53E13" w:rsidRDefault="00B53E13" w:rsidP="002B1A53">
            <w:pPr>
              <w:pStyle w:val="Reference"/>
              <w:spacing w:after="0" w:line="480" w:lineRule="auto"/>
              <w:jc w:val="left"/>
              <w:rPr>
                <w:i/>
              </w:rPr>
            </w:pPr>
            <w:r w:rsidRPr="003F3810">
              <w:rPr>
                <w:i/>
              </w:rPr>
              <w:t xml:space="preserve">and emotionally challenged </w:t>
            </w:r>
            <w:r>
              <w:rPr>
                <w:i/>
              </w:rPr>
              <w:t>students.”</w:t>
            </w:r>
          </w:p>
          <w:p w:rsidR="00B53E13" w:rsidRDefault="00B53E13" w:rsidP="002B1A53">
            <w:pPr>
              <w:pStyle w:val="Reference"/>
              <w:spacing w:after="0" w:line="240" w:lineRule="atLeast"/>
            </w:pPr>
            <w:r w:rsidRPr="003F3810">
              <w:t>Elaine Kilpatrick</w:t>
            </w:r>
          </w:p>
          <w:p w:rsidR="00B53E13" w:rsidRDefault="00B53E13" w:rsidP="002B1A53">
            <w:pPr>
              <w:pStyle w:val="Reference"/>
              <w:spacing w:after="0" w:line="240" w:lineRule="atLeast"/>
            </w:pPr>
            <w:r>
              <w:t>Cooperating Teacher</w:t>
            </w:r>
          </w:p>
          <w:p w:rsidR="00B53E13" w:rsidRDefault="00B53E13" w:rsidP="002B1A53">
            <w:pPr>
              <w:pStyle w:val="Reference"/>
              <w:spacing w:after="0" w:line="240" w:lineRule="atLeast"/>
            </w:pPr>
            <w:r>
              <w:t xml:space="preserve">Hillcrest Elementary   </w:t>
            </w:r>
          </w:p>
          <w:p w:rsidR="00B53E13" w:rsidRDefault="00B53E13" w:rsidP="002B1A53">
            <w:pPr>
              <w:pStyle w:val="Reference"/>
              <w:spacing w:after="0"/>
            </w:pPr>
          </w:p>
          <w:p w:rsidR="00B53E13" w:rsidRDefault="00B53E13" w:rsidP="002B1A53">
            <w:pPr>
              <w:pStyle w:val="Testimonial"/>
              <w:spacing w:before="0"/>
            </w:pPr>
          </w:p>
          <w:p w:rsidR="00B53E13" w:rsidRDefault="00B53E13" w:rsidP="002B1A53">
            <w:pPr>
              <w:pStyle w:val="Testimonial"/>
              <w:spacing w:before="0"/>
            </w:pPr>
          </w:p>
          <w:p w:rsidR="00B53E13" w:rsidRDefault="00B53E13" w:rsidP="002B1A53">
            <w:pPr>
              <w:pStyle w:val="Testimonial"/>
              <w:spacing w:before="0"/>
            </w:pPr>
          </w:p>
          <w:p w:rsidR="00B53E13" w:rsidRDefault="00B53E13" w:rsidP="002B1A53">
            <w:pPr>
              <w:pStyle w:val="Testimonial"/>
              <w:spacing w:before="0"/>
            </w:pPr>
          </w:p>
          <w:p w:rsidR="00B53E13" w:rsidRDefault="00B53E13" w:rsidP="002B1A53">
            <w:pPr>
              <w:pStyle w:val="Testimonial"/>
              <w:spacing w:before="0"/>
            </w:pPr>
            <w:r>
              <w:t>“…Lauren demonstrated great intellectual curiosity, striving to do even more than what was required of her…has a great ability to communicate her knowledge in both oral and written form…She is very personable, and relates well with students and faculty alike.”</w:t>
            </w:r>
          </w:p>
          <w:p w:rsidR="00B53E13" w:rsidRPr="00C9237E" w:rsidRDefault="00B53E13" w:rsidP="00C9237E">
            <w:pPr>
              <w:pStyle w:val="Testimonial"/>
              <w:spacing w:before="0" w:line="240" w:lineRule="auto"/>
              <w:rPr>
                <w:i w:val="0"/>
              </w:rPr>
            </w:pPr>
            <w:r w:rsidRPr="00C9237E">
              <w:rPr>
                <w:i w:val="0"/>
              </w:rPr>
              <w:t>Dr. Fred Savitz</w:t>
            </w:r>
          </w:p>
          <w:p w:rsidR="00B53E13" w:rsidRPr="00C9237E" w:rsidRDefault="00B53E13" w:rsidP="00C9237E">
            <w:pPr>
              <w:pStyle w:val="Testimonial"/>
              <w:spacing w:before="0" w:line="240" w:lineRule="auto"/>
              <w:rPr>
                <w:i w:val="0"/>
              </w:rPr>
            </w:pPr>
            <w:r w:rsidRPr="00C9237E">
              <w:rPr>
                <w:i w:val="0"/>
              </w:rPr>
              <w:t>Professor of Education</w:t>
            </w:r>
          </w:p>
          <w:p w:rsidR="00B53E13" w:rsidRPr="00C9237E" w:rsidRDefault="00B53E13" w:rsidP="00C9237E">
            <w:pPr>
              <w:pStyle w:val="Testimonial"/>
              <w:spacing w:before="0" w:line="240" w:lineRule="auto"/>
              <w:rPr>
                <w:i w:val="0"/>
              </w:rPr>
            </w:pP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C9237E">
                    <w:rPr>
                      <w:i w:val="0"/>
                    </w:rPr>
                    <w:t>Neumann</w:t>
                  </w:r>
                </w:smartTag>
                <w:r w:rsidRPr="00C9237E">
                  <w:rPr>
                    <w:i w:val="0"/>
                  </w:rPr>
                  <w:t xml:space="preserve"> </w:t>
                </w:r>
                <w:smartTag w:uri="urn:schemas-microsoft-com:office:smarttags" w:element="PlaceType">
                  <w:r w:rsidRPr="00C9237E">
                    <w:rPr>
                      <w:i w:val="0"/>
                    </w:rPr>
                    <w:t>College</w:t>
                  </w:r>
                </w:smartTag>
              </w:smartTag>
            </w:smartTag>
          </w:p>
          <w:p w:rsidR="00B53E13" w:rsidRDefault="00B53E13" w:rsidP="00C9237E">
            <w:pPr>
              <w:pStyle w:val="Testimonial"/>
              <w:spacing w:before="0"/>
            </w:pPr>
          </w:p>
          <w:p w:rsidR="00B53E13" w:rsidRDefault="00B53E13" w:rsidP="002B1A53">
            <w:pPr>
              <w:pStyle w:val="Testimonial"/>
              <w:spacing w:before="0"/>
            </w:pPr>
          </w:p>
          <w:p w:rsidR="00B53E13" w:rsidRDefault="00B53E13" w:rsidP="002B1A53">
            <w:pPr>
              <w:pStyle w:val="Testimonial"/>
              <w:spacing w:before="0"/>
            </w:pPr>
          </w:p>
          <w:p w:rsidR="00B53E13" w:rsidRDefault="00B53E13" w:rsidP="00C9237E">
            <w:pPr>
              <w:pStyle w:val="Reference"/>
              <w:spacing w:after="0" w:line="480" w:lineRule="auto"/>
              <w:rPr>
                <w:i/>
              </w:rPr>
            </w:pPr>
            <w:r w:rsidRPr="00C9237E">
              <w:rPr>
                <w:i/>
              </w:rPr>
              <w:t>“She always comes to school with a smile on her face…Her enthusiasm, sense of humor, preparedness, intelligence, and love for children shines through in her daily work and presence…”</w:t>
            </w:r>
          </w:p>
          <w:p w:rsidR="00B53E13" w:rsidRDefault="00B53E13" w:rsidP="009C2476">
            <w:pPr>
              <w:pStyle w:val="Reference"/>
              <w:spacing w:after="0"/>
              <w:rPr>
                <w:i/>
              </w:rPr>
            </w:pPr>
            <w:r>
              <w:rPr>
                <w:i/>
              </w:rPr>
              <w:t>Patricia Vernot</w:t>
            </w:r>
          </w:p>
          <w:p w:rsidR="00B53E13" w:rsidRDefault="00B53E13" w:rsidP="009C2476">
            <w:pPr>
              <w:pStyle w:val="Reference"/>
              <w:spacing w:after="0"/>
              <w:rPr>
                <w:i/>
              </w:rPr>
            </w:pPr>
            <w:r>
              <w:rPr>
                <w:i/>
              </w:rPr>
              <w:t>Director</w:t>
            </w:r>
          </w:p>
          <w:p w:rsidR="00B53E13" w:rsidRDefault="00B53E13" w:rsidP="009C2476">
            <w:pPr>
              <w:pStyle w:val="Reference"/>
              <w:spacing w:after="0"/>
              <w:rPr>
                <w:i/>
              </w:rPr>
            </w:pPr>
            <w:smartTag w:uri="urn:schemas-microsoft-com:office:smarttags" w:element="PlaceName">
              <w:r>
                <w:rPr>
                  <w:i/>
                </w:rPr>
                <w:t>Fairy</w:t>
              </w:r>
            </w:smartTag>
            <w:r>
              <w:rPr>
                <w:i/>
              </w:rPr>
              <w:t xml:space="preserve"> </w:t>
            </w:r>
            <w:smartTag w:uri="urn:schemas-microsoft-com:office:smarttags" w:element="PlaceName">
              <w:r>
                <w:rPr>
                  <w:i/>
                </w:rPr>
                <w:t>Tale</w:t>
              </w:r>
            </w:smartTag>
            <w:r>
              <w:rPr>
                <w:i/>
              </w:rPr>
              <w:t xml:space="preserve"> </w:t>
            </w:r>
            <w:smartTag w:uri="urn:schemas-microsoft-com:office:smarttags" w:element="PlaceType">
              <w:r>
                <w:rPr>
                  <w:i/>
                </w:rPr>
                <w:t>Academy</w:t>
              </w:r>
            </w:smartTag>
            <w:r>
              <w:rPr>
                <w:i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smartTag w:uri="urn:schemas-microsoft-com:office:smarttags" w:element="City">
                  <w:r>
                    <w:rPr>
                      <w:i/>
                    </w:rPr>
                    <w:t>Upper Darby</w:t>
                  </w:r>
                </w:smartTag>
                <w:r>
                  <w:rPr>
                    <w:i/>
                  </w:rPr>
                  <w:t xml:space="preserve">, </w:t>
                </w:r>
                <w:smartTag w:uri="urn:schemas-microsoft-com:office:smarttags" w:element="State">
                  <w:r>
                    <w:rPr>
                      <w:i/>
                    </w:rPr>
                    <w:t>PA</w:t>
                  </w:r>
                </w:smartTag>
              </w:smartTag>
            </w:smartTag>
          </w:p>
          <w:p w:rsidR="00B53E13" w:rsidRPr="00C9237E" w:rsidRDefault="00B53E13" w:rsidP="00C9237E">
            <w:pPr>
              <w:pStyle w:val="Reference"/>
              <w:spacing w:line="480" w:lineRule="auto"/>
              <w:rPr>
                <w:i/>
              </w:rPr>
            </w:pPr>
          </w:p>
          <w:p w:rsidR="00B53E13" w:rsidRDefault="00B53E13" w:rsidP="009C2476">
            <w:pPr>
              <w:pStyle w:val="Reference"/>
              <w:spacing w:after="0" w:line="480" w:lineRule="auto"/>
            </w:pPr>
            <w:r w:rsidRPr="009C2476">
              <w:rPr>
                <w:i/>
              </w:rPr>
              <w:t>“Ms. O’Brien had very good classroom management.  She was well prepared at all times and flexible enough to withstand last-minute changes.  She encouraged students to try their best at each task and expectations were realistic.  She has always conducted herself in the most professional manner</w:t>
            </w:r>
            <w:r>
              <w:t>.”</w:t>
            </w:r>
          </w:p>
          <w:p w:rsidR="00B53E13" w:rsidRDefault="00B53E13" w:rsidP="009C2476">
            <w:pPr>
              <w:pStyle w:val="Reference"/>
              <w:spacing w:after="0"/>
            </w:pPr>
          </w:p>
          <w:p w:rsidR="00B53E13" w:rsidRDefault="00B53E13" w:rsidP="009C2476">
            <w:pPr>
              <w:pStyle w:val="Reference"/>
              <w:spacing w:after="0"/>
            </w:pPr>
            <w:r>
              <w:t>Dr. Renee Ziolkowska</w:t>
            </w:r>
          </w:p>
          <w:p w:rsidR="00B53E13" w:rsidRDefault="00B53E13" w:rsidP="009C2476">
            <w:pPr>
              <w:pStyle w:val="Reference"/>
              <w:spacing w:after="0"/>
            </w:pPr>
            <w:r>
              <w:t>Professor of Education</w:t>
            </w:r>
          </w:p>
          <w:p w:rsidR="00B53E13" w:rsidRDefault="00B53E13" w:rsidP="009C2476">
            <w:pPr>
              <w:pStyle w:val="Reference"/>
              <w:spacing w:after="0"/>
            </w:pP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>
                    <w:t>Neumann</w:t>
                  </w:r>
                </w:smartTag>
                <w:r>
                  <w:t xml:space="preserve"> </w:t>
                </w:r>
                <w:smartTag w:uri="urn:schemas-microsoft-com:office:smarttags" w:element="PlaceType">
                  <w:r>
                    <w:t>College</w:t>
                  </w:r>
                </w:smartTag>
              </w:smartTag>
            </w:smartTag>
          </w:p>
          <w:p w:rsidR="00B53E13" w:rsidRDefault="00B53E13" w:rsidP="00950ACF">
            <w:pPr>
              <w:pStyle w:val="Reference"/>
            </w:pPr>
          </w:p>
        </w:tc>
        <w:tc>
          <w:tcPr>
            <w:tcW w:w="7200" w:type="dxa"/>
            <w:tcBorders>
              <w:left w:val="single" w:sz="4" w:space="0" w:color="808080"/>
            </w:tcBorders>
          </w:tcPr>
          <w:p w:rsidR="00B53E13" w:rsidRPr="00E000F2" w:rsidRDefault="00B53E13" w:rsidP="00E000F2">
            <w:pPr>
              <w:pStyle w:val="Heading1"/>
            </w:pPr>
            <w:r>
              <w:t>Professional Objective:</w:t>
            </w:r>
          </w:p>
          <w:p w:rsidR="00B53E13" w:rsidRPr="00C30514" w:rsidRDefault="00B53E13" w:rsidP="00E000F2">
            <w:pPr>
              <w:pStyle w:val="Text"/>
              <w:rPr>
                <w:i/>
              </w:rPr>
            </w:pPr>
            <w:r w:rsidRPr="00C30514">
              <w:rPr>
                <w:i/>
              </w:rPr>
              <w:t xml:space="preserve">To obtain </w:t>
            </w:r>
            <w:r>
              <w:rPr>
                <w:i/>
              </w:rPr>
              <w:t>an Elementary/Middle School teaching position.</w:t>
            </w:r>
          </w:p>
          <w:p w:rsidR="00B53E13" w:rsidRDefault="00B53E13" w:rsidP="000E066D">
            <w:pPr>
              <w:pStyle w:val="Bulletedlistwspace"/>
            </w:pPr>
            <w:r>
              <w:t>Able to work with faculty and students in a positive manner.</w:t>
            </w:r>
          </w:p>
          <w:p w:rsidR="00B53E13" w:rsidRDefault="00B53E13" w:rsidP="000E066D">
            <w:pPr>
              <w:pStyle w:val="Bulletedlistwspace"/>
            </w:pPr>
            <w:r>
              <w:t>Experienced in use of the internet, and able to learn the effectiveness and use of educational software quickly and effectively.</w:t>
            </w:r>
          </w:p>
          <w:p w:rsidR="00B53E13" w:rsidRDefault="00B53E13" w:rsidP="000E066D">
            <w:pPr>
              <w:pStyle w:val="Bulletedlistwspace"/>
            </w:pPr>
            <w:r>
              <w:t>Dedicated to enthusiastic and dynamic teaching as a means of creating a lifelong love of knowledge in children.</w:t>
            </w:r>
          </w:p>
          <w:p w:rsidR="00B53E13" w:rsidRDefault="00B53E13" w:rsidP="000C78FB">
            <w:pPr>
              <w:pStyle w:val="Bulletedlistwspace"/>
            </w:pPr>
            <w:r>
              <w:t>Have the ability to tutor children, coach many sports, and also have an extensive background in dance education (22 years).</w:t>
            </w:r>
          </w:p>
          <w:p w:rsidR="00B53E13" w:rsidRDefault="00B53E13" w:rsidP="000E066D">
            <w:pPr>
              <w:pStyle w:val="smallspacing"/>
            </w:pPr>
          </w:p>
          <w:p w:rsidR="00B53E13" w:rsidRDefault="00B53E13" w:rsidP="00E000F2">
            <w:pPr>
              <w:pStyle w:val="Heading1"/>
            </w:pPr>
            <w:r>
              <w:t>Education, Honors, and Certifications</w:t>
            </w:r>
          </w:p>
          <w:p w:rsidR="00B53E13" w:rsidRDefault="00B53E13" w:rsidP="000E066D">
            <w:pPr>
              <w:pStyle w:val="Education"/>
            </w:pPr>
            <w:r>
              <w:t>Bachelor’s Degree in Early Childhood/Elementary Education</w:t>
            </w:r>
          </w:p>
          <w:p w:rsidR="00B53E13" w:rsidRDefault="00B53E13" w:rsidP="000E066D">
            <w:pPr>
              <w:pStyle w:val="Education"/>
              <w:rPr>
                <w:b w:val="0"/>
              </w:rPr>
            </w:pPr>
            <w:smartTag w:uri="urn:schemas-microsoft-com:office:smarttags" w:element="PlaceName">
              <w:r>
                <w:rPr>
                  <w:b w:val="0"/>
                </w:rPr>
                <w:t>Neumann</w:t>
              </w:r>
            </w:smartTag>
            <w:r>
              <w:rPr>
                <w:b w:val="0"/>
              </w:rPr>
              <w:t xml:space="preserve"> </w:t>
            </w:r>
            <w:smartTag w:uri="urn:schemas-microsoft-com:office:smarttags" w:element="PlaceType">
              <w:r>
                <w:rPr>
                  <w:b w:val="0"/>
                </w:rPr>
                <w:t>College</w:t>
              </w:r>
            </w:smartTag>
            <w:r>
              <w:rPr>
                <w:b w:val="0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b w:val="0"/>
                  </w:rPr>
                  <w:t>Aston</w:t>
                </w:r>
              </w:smartTag>
              <w:r>
                <w:rPr>
                  <w:b w:val="0"/>
                </w:rPr>
                <w:t xml:space="preserve">, </w:t>
              </w:r>
              <w:smartTag w:uri="urn:schemas-microsoft-com:office:smarttags" w:element="State">
                <w:r>
                  <w:rPr>
                    <w:b w:val="0"/>
                  </w:rPr>
                  <w:t>PA</w:t>
                </w:r>
              </w:smartTag>
            </w:smartTag>
            <w:r>
              <w:rPr>
                <w:b w:val="0"/>
              </w:rPr>
              <w:t xml:space="preserve">  December 2003  </w:t>
            </w:r>
          </w:p>
          <w:p w:rsidR="00B53E13" w:rsidRDefault="00B53E13" w:rsidP="000E066D">
            <w:pPr>
              <w:pStyle w:val="Education"/>
              <w:rPr>
                <w:b w:val="0"/>
              </w:rPr>
            </w:pPr>
            <w:r>
              <w:rPr>
                <w:b w:val="0"/>
              </w:rPr>
              <w:t xml:space="preserve">Graduate School, Neumann College (12 credits)   </w:t>
            </w:r>
          </w:p>
          <w:p w:rsidR="00B53E13" w:rsidRDefault="00B53E13" w:rsidP="00731AEA">
            <w:pPr>
              <w:pStyle w:val="Education"/>
              <w:ind w:left="0"/>
              <w:rPr>
                <w:b w:val="0"/>
              </w:rPr>
            </w:pPr>
            <w:r>
              <w:rPr>
                <w:b w:val="0"/>
              </w:rPr>
              <w:t xml:space="preserve">     </w:t>
            </w:r>
          </w:p>
          <w:p w:rsidR="00B53E13" w:rsidRPr="00731AEA" w:rsidRDefault="00B53E13" w:rsidP="00731AEA">
            <w:pPr>
              <w:pStyle w:val="Education"/>
              <w:ind w:left="0"/>
              <w:rPr>
                <w:b w:val="0"/>
              </w:rPr>
            </w:pPr>
            <w:r>
              <w:rPr>
                <w:b w:val="0"/>
              </w:rPr>
              <w:t xml:space="preserve">     </w:t>
            </w:r>
            <w:r w:rsidRPr="00731AEA">
              <w:rPr>
                <w:u w:val="single"/>
              </w:rPr>
              <w:t>Honors:</w:t>
            </w:r>
            <w:r>
              <w:rPr>
                <w:b w:val="0"/>
              </w:rPr>
              <w:t xml:space="preserve"> Vice President’s Honor List, </w:t>
            </w:r>
            <w:smartTag w:uri="urn:schemas-microsoft-com:office:smarttags" w:element="country-region">
              <w:smartTag w:uri="urn:schemas-microsoft-com:office:smarttags" w:element="country-region">
                <w:r>
                  <w:rPr>
                    <w:b w:val="0"/>
                  </w:rPr>
                  <w:t>Neumann</w:t>
                </w:r>
              </w:smartTag>
              <w:r>
                <w:rPr>
                  <w:b w:val="0"/>
                </w:rPr>
                <w:t xml:space="preserve"> </w:t>
              </w:r>
              <w:smartTag w:uri="urn:schemas-microsoft-com:office:smarttags" w:element="country-region">
                <w:r>
                  <w:rPr>
                    <w:b w:val="0"/>
                  </w:rPr>
                  <w:t>College</w:t>
                </w:r>
              </w:smartTag>
            </w:smartTag>
          </w:p>
          <w:p w:rsidR="00B53E13" w:rsidRDefault="00B53E13" w:rsidP="00731AEA">
            <w:pPr>
              <w:pStyle w:val="Education"/>
              <w:ind w:left="0"/>
              <w:rPr>
                <w:b w:val="0"/>
              </w:rPr>
            </w:pPr>
            <w:r>
              <w:rPr>
                <w:b w:val="0"/>
              </w:rPr>
              <w:t xml:space="preserve">     </w:t>
            </w:r>
          </w:p>
          <w:p w:rsidR="00B53E13" w:rsidRPr="001D030E" w:rsidRDefault="00B53E13" w:rsidP="00731AEA">
            <w:pPr>
              <w:pStyle w:val="Education"/>
              <w:ind w:left="0"/>
              <w:rPr>
                <w:u w:val="single"/>
              </w:rPr>
            </w:pPr>
            <w:r>
              <w:rPr>
                <w:b w:val="0"/>
              </w:rPr>
              <w:t xml:space="preserve">     </w:t>
            </w:r>
            <w:r w:rsidRPr="001D030E">
              <w:rPr>
                <w:u w:val="single"/>
              </w:rPr>
              <w:t>Certifications:</w:t>
            </w:r>
          </w:p>
          <w:p w:rsidR="00B53E13" w:rsidRDefault="00B53E13" w:rsidP="000E066D">
            <w:pPr>
              <w:pStyle w:val="Education"/>
              <w:rPr>
                <w:b w:val="0"/>
              </w:rPr>
            </w:pPr>
            <w:r>
              <w:rPr>
                <w:b w:val="0"/>
              </w:rPr>
              <w:t xml:space="preserve">     </w:t>
            </w:r>
          </w:p>
          <w:p w:rsidR="00B53E13" w:rsidRPr="00A72C65" w:rsidRDefault="00B53E13" w:rsidP="000E066D">
            <w:pPr>
              <w:pStyle w:val="Education"/>
              <w:rPr>
                <w:b w:val="0"/>
              </w:rPr>
            </w:pPr>
            <w:r>
              <w:rPr>
                <w:b w:val="0"/>
              </w:rPr>
              <w:t xml:space="preserve">     </w:t>
            </w:r>
            <w:r w:rsidRPr="00A72C65">
              <w:rPr>
                <w:b w:val="0"/>
              </w:rPr>
              <w:t>PA Instructional I : Elementary k-6</w:t>
            </w:r>
          </w:p>
          <w:p w:rsidR="00B53E13" w:rsidRDefault="00B53E13" w:rsidP="00E8547E">
            <w:pPr>
              <w:pStyle w:val="Education"/>
              <w:rPr>
                <w:b w:val="0"/>
              </w:rPr>
            </w:pPr>
            <w:r>
              <w:rPr>
                <w:b w:val="0"/>
              </w:rPr>
              <w:t xml:space="preserve">     Middle Level Math:7-9</w:t>
            </w:r>
          </w:p>
          <w:p w:rsidR="00B53E13" w:rsidRDefault="00B53E13" w:rsidP="00E8547E">
            <w:pPr>
              <w:pStyle w:val="Education"/>
              <w:rPr>
                <w:b w:val="0"/>
              </w:rPr>
            </w:pPr>
            <w:r>
              <w:rPr>
                <w:b w:val="0"/>
              </w:rPr>
              <w:t xml:space="preserve">     Middle Level English:7-9 </w:t>
            </w:r>
          </w:p>
          <w:p w:rsidR="00B53E13" w:rsidRPr="00A72C65" w:rsidRDefault="00B53E13" w:rsidP="004C35E8">
            <w:pPr>
              <w:pStyle w:val="Education"/>
              <w:rPr>
                <w:b w:val="0"/>
                <w:i/>
              </w:rPr>
            </w:pPr>
            <w:r>
              <w:rPr>
                <w:b w:val="0"/>
              </w:rPr>
              <w:t xml:space="preserve">    </w:t>
            </w:r>
            <w:r w:rsidRPr="00A72C65">
              <w:rPr>
                <w:b w:val="0"/>
                <w:i/>
              </w:rPr>
              <w:t>(Anticipating Special Education Certification by September, 2008)</w:t>
            </w:r>
          </w:p>
          <w:p w:rsidR="00B53E13" w:rsidRPr="00A72C65" w:rsidRDefault="00B53E13" w:rsidP="004C35E8">
            <w:pPr>
              <w:pStyle w:val="Education"/>
              <w:rPr>
                <w:b w:val="0"/>
                <w:i/>
              </w:rPr>
            </w:pPr>
          </w:p>
          <w:p w:rsidR="00B53E13" w:rsidRDefault="00B53E13" w:rsidP="004C35E8">
            <w:pPr>
              <w:pStyle w:val="Education"/>
              <w:rPr>
                <w:b w:val="0"/>
              </w:rPr>
            </w:pPr>
            <w:r>
              <w:rPr>
                <w:b w:val="0"/>
              </w:rPr>
              <w:t xml:space="preserve">     CPR/First Aid Certified (November 6, 2007)</w:t>
            </w:r>
          </w:p>
          <w:p w:rsidR="00B53E13" w:rsidRDefault="00B53E13" w:rsidP="004C35E8">
            <w:pPr>
              <w:pStyle w:val="Education"/>
              <w:rPr>
                <w:b w:val="0"/>
              </w:rPr>
            </w:pPr>
          </w:p>
          <w:p w:rsidR="00B53E13" w:rsidRDefault="00B53E13" w:rsidP="009C2476">
            <w:pPr>
              <w:pStyle w:val="Education"/>
              <w:ind w:left="0"/>
              <w:rPr>
                <w:i/>
                <w:sz w:val="26"/>
                <w:szCs w:val="26"/>
              </w:rPr>
            </w:pPr>
            <w:r>
              <w:rPr>
                <w:b w:val="0"/>
              </w:rPr>
              <w:t xml:space="preserve">     </w:t>
            </w:r>
            <w:r w:rsidRPr="00731AEA">
              <w:rPr>
                <w:i/>
                <w:sz w:val="26"/>
                <w:szCs w:val="26"/>
              </w:rPr>
              <w:t>Teaching Experiences:</w:t>
            </w:r>
          </w:p>
          <w:p w:rsidR="00B53E13" w:rsidRDefault="00B53E13" w:rsidP="009C2476">
            <w:pPr>
              <w:pStyle w:val="Education"/>
              <w:ind w:left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</w:p>
          <w:p w:rsidR="00B53E13" w:rsidRDefault="00B53E13" w:rsidP="009C2476">
            <w:pPr>
              <w:pStyle w:val="Education"/>
              <w:ind w:left="0"/>
            </w:pPr>
            <w:r>
              <w:t xml:space="preserve">            </w:t>
            </w:r>
            <w:r w:rsidRPr="007410BD">
              <w:t>Instructional Assistant</w:t>
            </w:r>
          </w:p>
          <w:p w:rsidR="00B53E13" w:rsidRDefault="00B53E13" w:rsidP="009C2476">
            <w:pPr>
              <w:pStyle w:val="Education"/>
              <w:ind w:left="0"/>
              <w:rPr>
                <w:b w:val="0"/>
                <w:i/>
              </w:rPr>
            </w:pPr>
            <w:r>
              <w:t xml:space="preserve">            </w:t>
            </w:r>
            <w:smartTag w:uri="urn:schemas-microsoft-com:office:smarttags" w:element="country-region">
              <w:r>
                <w:rPr>
                  <w:b w:val="0"/>
                  <w:i/>
                </w:rPr>
                <w:t>Welsh</w:t>
              </w:r>
            </w:smartTag>
            <w:r>
              <w:rPr>
                <w:b w:val="0"/>
                <w:i/>
              </w:rPr>
              <w:t xml:space="preserve"> </w:t>
            </w:r>
            <w:smartTag w:uri="urn:schemas-microsoft-com:office:smarttags" w:element="country-region">
              <w:r>
                <w:rPr>
                  <w:b w:val="0"/>
                  <w:i/>
                </w:rPr>
                <w:t>Valley</w:t>
              </w:r>
            </w:smartTag>
            <w:r>
              <w:rPr>
                <w:b w:val="0"/>
                <w:i/>
              </w:rPr>
              <w:t xml:space="preserve"> </w:t>
            </w:r>
            <w:smartTag w:uri="urn:schemas-microsoft-com:office:smarttags" w:element="country-region">
              <w:r>
                <w:rPr>
                  <w:b w:val="0"/>
                  <w:i/>
                </w:rPr>
                <w:t>Middle School</w:t>
              </w:r>
            </w:smartTag>
            <w:r>
              <w:rPr>
                <w:b w:val="0"/>
                <w:i/>
              </w:rPr>
              <w:t xml:space="preserve">, </w:t>
            </w:r>
            <w:smartTag w:uri="urn:schemas-microsoft-com:office:smarttags" w:element="country-region">
              <w:r>
                <w:rPr>
                  <w:b w:val="0"/>
                  <w:i/>
                </w:rPr>
                <w:t>Lower</w:t>
              </w:r>
            </w:smartTag>
            <w:r>
              <w:rPr>
                <w:b w:val="0"/>
                <w:i/>
              </w:rPr>
              <w:t xml:space="preserve"> </w:t>
            </w:r>
            <w:smartTag w:uri="urn:schemas-microsoft-com:office:smarttags" w:element="country-region">
              <w:r>
                <w:rPr>
                  <w:b w:val="0"/>
                  <w:i/>
                </w:rPr>
                <w:t>Merion</w:t>
              </w:r>
            </w:smartTag>
            <w:r>
              <w:rPr>
                <w:b w:val="0"/>
                <w:i/>
              </w:rPr>
              <w:t xml:space="preserve"> </w:t>
            </w:r>
            <w:smartTag w:uri="urn:schemas-microsoft-com:office:smarttags" w:element="country-region">
              <w:r>
                <w:rPr>
                  <w:b w:val="0"/>
                  <w:i/>
                </w:rPr>
                <w:t>School District</w:t>
              </w:r>
            </w:smartTag>
            <w:r>
              <w:rPr>
                <w:b w:val="0"/>
                <w:i/>
              </w:rPr>
              <w:t xml:space="preserve">     </w:t>
            </w:r>
            <w:smartTag w:uri="urn:schemas-microsoft-com:office:smarttags" w:element="country-region">
              <w:smartTag w:uri="urn:schemas-microsoft-com:office:smarttags" w:element="country-region">
                <w:r>
                  <w:rPr>
                    <w:b w:val="0"/>
                    <w:i/>
                  </w:rPr>
                  <w:t>Narberth</w:t>
                </w:r>
              </w:smartTag>
              <w:r>
                <w:rPr>
                  <w:b w:val="0"/>
                  <w:i/>
                </w:rPr>
                <w:t xml:space="preserve">, </w:t>
              </w:r>
              <w:smartTag w:uri="urn:schemas-microsoft-com:office:smarttags" w:element="country-region">
                <w:r>
                  <w:rPr>
                    <w:b w:val="0"/>
                    <w:i/>
                  </w:rPr>
                  <w:t>PA</w:t>
                </w:r>
              </w:smartTag>
            </w:smartTag>
          </w:p>
          <w:p w:rsidR="00B53E13" w:rsidRDefault="00B53E13" w:rsidP="009C2476">
            <w:pPr>
              <w:pStyle w:val="Education"/>
              <w:ind w:left="0"/>
              <w:rPr>
                <w:b w:val="0"/>
                <w:i/>
              </w:rPr>
            </w:pPr>
            <w:r>
              <w:rPr>
                <w:b w:val="0"/>
                <w:i/>
              </w:rPr>
              <w:t xml:space="preserve">            March 2007- present</w:t>
            </w:r>
          </w:p>
          <w:p w:rsidR="00B53E13" w:rsidRPr="00A72C65" w:rsidRDefault="00B53E13" w:rsidP="00626A20">
            <w:pPr>
              <w:pStyle w:val="Education"/>
              <w:numPr>
                <w:ilvl w:val="0"/>
                <w:numId w:val="31"/>
              </w:numPr>
              <w:rPr>
                <w:b w:val="0"/>
              </w:rPr>
            </w:pPr>
            <w:r>
              <w:rPr>
                <w:b w:val="0"/>
              </w:rPr>
              <w:t>Collaborate</w:t>
            </w:r>
            <w:r w:rsidRPr="00A72C65">
              <w:rPr>
                <w:b w:val="0"/>
              </w:rPr>
              <w:t xml:space="preserve"> with autistic su</w:t>
            </w:r>
            <w:r>
              <w:rPr>
                <w:b w:val="0"/>
              </w:rPr>
              <w:t>pport classroom and teachers, regarding</w:t>
            </w:r>
            <w:r w:rsidRPr="00A72C65">
              <w:rPr>
                <w:b w:val="0"/>
              </w:rPr>
              <w:t xml:space="preserve"> the implementation of specialized educ</w:t>
            </w:r>
            <w:r>
              <w:rPr>
                <w:b w:val="0"/>
              </w:rPr>
              <w:t>ation.</w:t>
            </w:r>
          </w:p>
          <w:p w:rsidR="00B53E13" w:rsidRPr="00A72C65" w:rsidRDefault="00B53E13" w:rsidP="00626A20">
            <w:pPr>
              <w:pStyle w:val="Education"/>
              <w:numPr>
                <w:ilvl w:val="0"/>
                <w:numId w:val="31"/>
              </w:numPr>
              <w:rPr>
                <w:b w:val="0"/>
              </w:rPr>
            </w:pPr>
            <w:r w:rsidRPr="00A72C65">
              <w:rPr>
                <w:b w:val="0"/>
              </w:rPr>
              <w:t>Modify tests, quizzes, worksheets, and instruction, according to students</w:t>
            </w:r>
            <w:r>
              <w:rPr>
                <w:b w:val="0"/>
              </w:rPr>
              <w:t>’</w:t>
            </w:r>
            <w:r w:rsidRPr="00A72C65">
              <w:rPr>
                <w:b w:val="0"/>
              </w:rPr>
              <w:t xml:space="preserve"> skill level and hobbies/interests.</w:t>
            </w:r>
          </w:p>
          <w:p w:rsidR="00B53E13" w:rsidRPr="00A72C65" w:rsidRDefault="00B53E13" w:rsidP="00626A20">
            <w:pPr>
              <w:pStyle w:val="Education"/>
              <w:numPr>
                <w:ilvl w:val="0"/>
                <w:numId w:val="31"/>
              </w:numPr>
              <w:rPr>
                <w:b w:val="0"/>
              </w:rPr>
            </w:pPr>
            <w:r w:rsidRPr="00A72C65">
              <w:rPr>
                <w:b w:val="0"/>
              </w:rPr>
              <w:t>Teach and support the student through utilizing coping strategies, checklists</w:t>
            </w:r>
            <w:r>
              <w:rPr>
                <w:b w:val="0"/>
              </w:rPr>
              <w:t>,</w:t>
            </w:r>
            <w:r w:rsidRPr="00A72C65">
              <w:rPr>
                <w:b w:val="0"/>
              </w:rPr>
              <w:t xml:space="preserve"> and self-evaluation.</w:t>
            </w:r>
          </w:p>
          <w:p w:rsidR="00B53E13" w:rsidRDefault="00B53E13" w:rsidP="001D030E">
            <w:pPr>
              <w:pStyle w:val="Education"/>
              <w:rPr>
                <w:b w:val="0"/>
              </w:rPr>
            </w:pPr>
          </w:p>
          <w:p w:rsidR="00B53E13" w:rsidRPr="00F966D4" w:rsidRDefault="00B53E13" w:rsidP="001D030E">
            <w:pPr>
              <w:pStyle w:val="Education"/>
            </w:pPr>
            <w:r w:rsidRPr="00F966D4">
              <w:rPr>
                <w:i/>
              </w:rPr>
              <w:t xml:space="preserve">      </w:t>
            </w:r>
            <w:r w:rsidRPr="00F966D4">
              <w:t>Guest Teacher</w:t>
            </w:r>
          </w:p>
          <w:p w:rsidR="00B53E13" w:rsidRPr="00F966D4" w:rsidRDefault="00B53E13" w:rsidP="001D030E">
            <w:pPr>
              <w:pStyle w:val="Education"/>
              <w:rPr>
                <w:b w:val="0"/>
                <w:i/>
              </w:rPr>
            </w:pPr>
            <w:r>
              <w:rPr>
                <w:i/>
              </w:rPr>
              <w:t xml:space="preserve">      </w:t>
            </w:r>
            <w:smartTag w:uri="urn:schemas-microsoft-com:office:smarttags" w:element="country-region">
              <w:r w:rsidRPr="00F966D4">
                <w:rPr>
                  <w:b w:val="0"/>
                  <w:i/>
                </w:rPr>
                <w:t>Lower</w:t>
              </w:r>
            </w:smartTag>
            <w:r w:rsidRPr="00F966D4">
              <w:rPr>
                <w:b w:val="0"/>
                <w:i/>
              </w:rPr>
              <w:t xml:space="preserve"> </w:t>
            </w:r>
            <w:smartTag w:uri="urn:schemas-microsoft-com:office:smarttags" w:element="country-region">
              <w:r w:rsidRPr="00F966D4">
                <w:rPr>
                  <w:b w:val="0"/>
                  <w:i/>
                </w:rPr>
                <w:t>Merion</w:t>
              </w:r>
            </w:smartTag>
            <w:r w:rsidRPr="00F966D4">
              <w:rPr>
                <w:b w:val="0"/>
                <w:i/>
              </w:rPr>
              <w:t xml:space="preserve"> </w:t>
            </w:r>
            <w:smartTag w:uri="urn:schemas-microsoft-com:office:smarttags" w:element="country-region">
              <w:r w:rsidRPr="00F966D4">
                <w:rPr>
                  <w:b w:val="0"/>
                  <w:i/>
                </w:rPr>
                <w:t>School District</w:t>
              </w:r>
            </w:smartTag>
            <w:r w:rsidRPr="00F966D4">
              <w:rPr>
                <w:b w:val="0"/>
                <w:i/>
              </w:rPr>
              <w:t xml:space="preserve">     </w:t>
            </w:r>
            <w:smartTag w:uri="urn:schemas-microsoft-com:office:smarttags" w:element="country-region">
              <w:smartTag w:uri="urn:schemas-microsoft-com:office:smarttags" w:element="country-region">
                <w:r w:rsidRPr="00F966D4">
                  <w:rPr>
                    <w:b w:val="0"/>
                    <w:i/>
                  </w:rPr>
                  <w:t>Ardmore</w:t>
                </w:r>
              </w:smartTag>
              <w:r w:rsidRPr="00F966D4">
                <w:rPr>
                  <w:b w:val="0"/>
                  <w:i/>
                </w:rPr>
                <w:t xml:space="preserve">, </w:t>
              </w:r>
              <w:smartTag w:uri="urn:schemas-microsoft-com:office:smarttags" w:element="country-region">
                <w:r w:rsidRPr="00F966D4">
                  <w:rPr>
                    <w:b w:val="0"/>
                    <w:i/>
                  </w:rPr>
                  <w:t>PA</w:t>
                </w:r>
              </w:smartTag>
            </w:smartTag>
            <w:r>
              <w:rPr>
                <w:b w:val="0"/>
                <w:i/>
              </w:rPr>
              <w:t xml:space="preserve">     </w:t>
            </w:r>
            <w:r w:rsidRPr="00F966D4">
              <w:rPr>
                <w:b w:val="0"/>
              </w:rPr>
              <w:t>September 2006-</w:t>
            </w:r>
            <w:r>
              <w:rPr>
                <w:b w:val="0"/>
              </w:rPr>
              <w:t>March 2007</w:t>
            </w:r>
          </w:p>
          <w:p w:rsidR="00B53E13" w:rsidRPr="007D149E" w:rsidRDefault="00B53E13" w:rsidP="007D149E">
            <w:pPr>
              <w:pStyle w:val="Education"/>
              <w:numPr>
                <w:ilvl w:val="0"/>
                <w:numId w:val="7"/>
              </w:numPr>
              <w:rPr>
                <w:b w:val="0"/>
              </w:rPr>
            </w:pPr>
            <w:r w:rsidRPr="007D149E">
              <w:rPr>
                <w:b w:val="0"/>
              </w:rPr>
              <w:t>Learned to adapt to various classroom atmospheres through assignments in: Special Education, Technology, Science, Math, English, Spanish, and Physical Education, in both</w:t>
            </w:r>
            <w:r>
              <w:rPr>
                <w:b w:val="0"/>
              </w:rPr>
              <w:t xml:space="preserve"> the</w:t>
            </w:r>
            <w:r w:rsidRPr="007D149E">
              <w:rPr>
                <w:b w:val="0"/>
              </w:rPr>
              <w:t xml:space="preserve"> Midd</w:t>
            </w:r>
            <w:r>
              <w:rPr>
                <w:b w:val="0"/>
              </w:rPr>
              <w:t>le School and Elementary School settings.</w:t>
            </w:r>
          </w:p>
          <w:p w:rsidR="00B53E13" w:rsidRPr="00F966D4" w:rsidRDefault="00B53E13" w:rsidP="001D030E">
            <w:pPr>
              <w:pStyle w:val="Education"/>
              <w:rPr>
                <w:b w:val="0"/>
              </w:rPr>
            </w:pPr>
          </w:p>
          <w:p w:rsidR="00B53E13" w:rsidRDefault="00B53E13" w:rsidP="0019299A">
            <w:pPr>
              <w:pStyle w:val="Education"/>
              <w:rPr>
                <w:b w:val="0"/>
              </w:rPr>
            </w:pPr>
            <w:r>
              <w:rPr>
                <w:b w:val="0"/>
              </w:rPr>
              <w:t xml:space="preserve">      </w:t>
            </w:r>
          </w:p>
          <w:p w:rsidR="00B53E13" w:rsidRDefault="00B53E13" w:rsidP="0019299A">
            <w:pPr>
              <w:pStyle w:val="Education"/>
              <w:rPr>
                <w:b w:val="0"/>
              </w:rPr>
            </w:pPr>
          </w:p>
          <w:p w:rsidR="00B53E13" w:rsidRDefault="00B53E13" w:rsidP="0019299A">
            <w:pPr>
              <w:pStyle w:val="Education"/>
              <w:rPr>
                <w:b w:val="0"/>
              </w:rPr>
            </w:pPr>
          </w:p>
          <w:p w:rsidR="00B53E13" w:rsidRDefault="00B53E13" w:rsidP="0019299A">
            <w:pPr>
              <w:pStyle w:val="Education"/>
              <w:rPr>
                <w:b w:val="0"/>
              </w:rPr>
            </w:pPr>
          </w:p>
          <w:p w:rsidR="00B53E13" w:rsidRDefault="00B53E13" w:rsidP="0019299A">
            <w:pPr>
              <w:pStyle w:val="Education"/>
              <w:rPr>
                <w:b w:val="0"/>
              </w:rPr>
            </w:pPr>
          </w:p>
          <w:p w:rsidR="00B53E13" w:rsidRPr="0019299A" w:rsidRDefault="00B53E13" w:rsidP="0019299A">
            <w:pPr>
              <w:pStyle w:val="Education"/>
              <w:rPr>
                <w:b w:val="0"/>
              </w:rPr>
            </w:pPr>
            <w:r>
              <w:rPr>
                <w:b w:val="0"/>
              </w:rPr>
              <w:t xml:space="preserve">       </w:t>
            </w:r>
            <w:r w:rsidRPr="00F966D4">
              <w:t xml:space="preserve">EAP Tutor </w:t>
            </w:r>
          </w:p>
          <w:p w:rsidR="00B53E13" w:rsidRDefault="00B53E13" w:rsidP="001D030E">
            <w:pPr>
              <w:pStyle w:val="Education"/>
              <w:rPr>
                <w:b w:val="0"/>
              </w:rPr>
            </w:pPr>
            <w:r>
              <w:t xml:space="preserve">      </w:t>
            </w:r>
            <w:smartTag w:uri="urn:schemas-microsoft-com:office:smarttags" w:element="country-region">
              <w:r w:rsidRPr="00F966D4">
                <w:rPr>
                  <w:b w:val="0"/>
                  <w:i/>
                </w:rPr>
                <w:t>Upper Darby</w:t>
              </w:r>
            </w:smartTag>
            <w:r w:rsidRPr="00F966D4">
              <w:rPr>
                <w:b w:val="0"/>
                <w:i/>
              </w:rPr>
              <w:t xml:space="preserve"> </w:t>
            </w:r>
            <w:smartTag w:uri="urn:schemas-microsoft-com:office:smarttags" w:element="country-region">
              <w:r w:rsidRPr="00F966D4">
                <w:rPr>
                  <w:b w:val="0"/>
                  <w:i/>
                </w:rPr>
                <w:t>School District</w:t>
              </w:r>
            </w:smartTag>
            <w:r>
              <w:rPr>
                <w:b w:val="0"/>
                <w:i/>
              </w:rPr>
              <w:t xml:space="preserve">      </w:t>
            </w:r>
            <w:smartTag w:uri="urn:schemas-microsoft-com:office:smarttags" w:element="country-region">
              <w:smartTag w:uri="urn:schemas-microsoft-com:office:smarttags" w:element="country-region">
                <w:r>
                  <w:rPr>
                    <w:b w:val="0"/>
                    <w:i/>
                  </w:rPr>
                  <w:t>Upper Darby</w:t>
                </w:r>
              </w:smartTag>
              <w:r>
                <w:rPr>
                  <w:b w:val="0"/>
                  <w:i/>
                </w:rPr>
                <w:t xml:space="preserve">, </w:t>
              </w:r>
              <w:smartTag w:uri="urn:schemas-microsoft-com:office:smarttags" w:element="country-region">
                <w:r>
                  <w:rPr>
                    <w:b w:val="0"/>
                    <w:i/>
                  </w:rPr>
                  <w:t>PA</w:t>
                </w:r>
              </w:smartTag>
            </w:smartTag>
            <w:r>
              <w:rPr>
                <w:b w:val="0"/>
                <w:i/>
              </w:rPr>
              <w:t xml:space="preserve">     </w:t>
            </w:r>
            <w:r>
              <w:rPr>
                <w:b w:val="0"/>
              </w:rPr>
              <w:t>October 2005-present</w:t>
            </w:r>
          </w:p>
          <w:p w:rsidR="00B53E13" w:rsidRPr="000C78FB" w:rsidRDefault="00B53E13" w:rsidP="00752CAC">
            <w:pPr>
              <w:pStyle w:val="Education"/>
              <w:ind w:left="0"/>
              <w:rPr>
                <w:b w:val="0"/>
                <w:i/>
              </w:rPr>
            </w:pPr>
            <w:r>
              <w:rPr>
                <w:b w:val="0"/>
              </w:rPr>
              <w:t xml:space="preserve">           </w:t>
            </w:r>
            <w:r w:rsidRPr="000C78FB">
              <w:rPr>
                <w:b w:val="0"/>
                <w:i/>
              </w:rPr>
              <w:t xml:space="preserve">Supervisor: Laura Schaffer   </w:t>
            </w:r>
            <w:r>
              <w:rPr>
                <w:b w:val="0"/>
                <w:i/>
              </w:rPr>
              <w:t>(610)543-1054</w:t>
            </w:r>
          </w:p>
          <w:p w:rsidR="00B53E13" w:rsidRDefault="00B53E13" w:rsidP="00E05F2A">
            <w:pPr>
              <w:pStyle w:val="Education"/>
              <w:numPr>
                <w:ilvl w:val="0"/>
                <w:numId w:val="7"/>
              </w:numPr>
              <w:rPr>
                <w:b w:val="0"/>
              </w:rPr>
            </w:pPr>
            <w:r>
              <w:rPr>
                <w:b w:val="0"/>
              </w:rPr>
              <w:t>Tutor 1</w:t>
            </w:r>
            <w:r w:rsidRPr="00E05F2A">
              <w:rPr>
                <w:b w:val="0"/>
                <w:vertAlign w:val="superscript"/>
              </w:rPr>
              <w:t>st</w:t>
            </w:r>
            <w:r>
              <w:rPr>
                <w:b w:val="0"/>
              </w:rPr>
              <w:t xml:space="preserve"> graders at Westbrook Park Elementary, 3 times per week in the morning, using the “Early Success!” reading program.</w:t>
            </w:r>
          </w:p>
          <w:p w:rsidR="00B53E13" w:rsidRDefault="00B53E13" w:rsidP="00E05F2A">
            <w:pPr>
              <w:pStyle w:val="Education"/>
              <w:numPr>
                <w:ilvl w:val="0"/>
                <w:numId w:val="7"/>
              </w:numPr>
              <w:rPr>
                <w:b w:val="0"/>
              </w:rPr>
            </w:pPr>
            <w:r>
              <w:rPr>
                <w:b w:val="0"/>
              </w:rPr>
              <w:t>Tutor soon to be 3</w:t>
            </w:r>
            <w:r w:rsidRPr="00E05F2A">
              <w:rPr>
                <w:b w:val="0"/>
                <w:vertAlign w:val="superscript"/>
              </w:rPr>
              <w:t>rd</w:t>
            </w:r>
            <w:r>
              <w:rPr>
                <w:b w:val="0"/>
              </w:rPr>
              <w:t xml:space="preserve"> graders in the EAP summer session in math and reading, using the “Moving with Math” program.</w:t>
            </w:r>
          </w:p>
          <w:p w:rsidR="00B53E13" w:rsidRDefault="00B53E13" w:rsidP="00E05F2A">
            <w:pPr>
              <w:pStyle w:val="Education"/>
              <w:rPr>
                <w:b w:val="0"/>
              </w:rPr>
            </w:pPr>
          </w:p>
          <w:p w:rsidR="00B53E13" w:rsidRDefault="00B53E13" w:rsidP="00E05F2A">
            <w:pPr>
              <w:pStyle w:val="Education"/>
              <w:ind w:left="0"/>
            </w:pPr>
            <w:r>
              <w:rPr>
                <w:b w:val="0"/>
              </w:rPr>
              <w:t xml:space="preserve">           </w:t>
            </w:r>
            <w:r w:rsidRPr="00E05F2A">
              <w:t>Kindergarten Teacher</w:t>
            </w:r>
            <w:r>
              <w:t>/Assistant Director/Lesson Plan Developer</w:t>
            </w:r>
          </w:p>
          <w:p w:rsidR="00B53E13" w:rsidRDefault="00B53E13" w:rsidP="00E05F2A">
            <w:pPr>
              <w:pStyle w:val="Education"/>
              <w:ind w:left="0"/>
              <w:rPr>
                <w:b w:val="0"/>
              </w:rPr>
            </w:pPr>
            <w:r>
              <w:t xml:space="preserve">           </w:t>
            </w:r>
            <w:smartTag w:uri="urn:schemas-microsoft-com:office:smarttags" w:element="country-region">
              <w:r>
                <w:rPr>
                  <w:b w:val="0"/>
                  <w:i/>
                </w:rPr>
                <w:t>Fairy</w:t>
              </w:r>
            </w:smartTag>
            <w:r>
              <w:rPr>
                <w:b w:val="0"/>
                <w:i/>
              </w:rPr>
              <w:t xml:space="preserve"> </w:t>
            </w:r>
            <w:smartTag w:uri="urn:schemas-microsoft-com:office:smarttags" w:element="country-region">
              <w:r>
                <w:rPr>
                  <w:b w:val="0"/>
                  <w:i/>
                </w:rPr>
                <w:t>Tale</w:t>
              </w:r>
            </w:smartTag>
            <w:r>
              <w:rPr>
                <w:b w:val="0"/>
                <w:i/>
              </w:rPr>
              <w:t xml:space="preserve"> </w:t>
            </w:r>
            <w:smartTag w:uri="urn:schemas-microsoft-com:office:smarttags" w:element="country-region">
              <w:r>
                <w:rPr>
                  <w:b w:val="0"/>
                  <w:i/>
                </w:rPr>
                <w:t>Academy</w:t>
              </w:r>
            </w:smartTag>
            <w:r>
              <w:rPr>
                <w:b w:val="0"/>
                <w:i/>
              </w:rPr>
              <w:t xml:space="preserve">     </w:t>
            </w:r>
            <w:smartTag w:uri="urn:schemas-microsoft-com:office:smarttags" w:element="country-region">
              <w:smartTag w:uri="urn:schemas-microsoft-com:office:smarttags" w:element="country-region">
                <w:r>
                  <w:rPr>
                    <w:b w:val="0"/>
                    <w:i/>
                  </w:rPr>
                  <w:t>Upper Darby</w:t>
                </w:r>
              </w:smartTag>
              <w:r>
                <w:rPr>
                  <w:b w:val="0"/>
                  <w:i/>
                </w:rPr>
                <w:t xml:space="preserve">, </w:t>
              </w:r>
              <w:smartTag w:uri="urn:schemas-microsoft-com:office:smarttags" w:element="country-region">
                <w:r>
                  <w:rPr>
                    <w:b w:val="0"/>
                    <w:i/>
                  </w:rPr>
                  <w:t>PA</w:t>
                </w:r>
              </w:smartTag>
            </w:smartTag>
            <w:r>
              <w:rPr>
                <w:b w:val="0"/>
                <w:i/>
              </w:rPr>
              <w:t xml:space="preserve">      </w:t>
            </w:r>
            <w:r w:rsidRPr="007D149E">
              <w:rPr>
                <w:b w:val="0"/>
              </w:rPr>
              <w:t>August 2005-January 2007</w:t>
            </w:r>
          </w:p>
          <w:p w:rsidR="00B53E13" w:rsidRPr="000C78FB" w:rsidRDefault="00B53E13" w:rsidP="00E05F2A">
            <w:pPr>
              <w:pStyle w:val="Education"/>
              <w:ind w:left="0"/>
              <w:rPr>
                <w:b w:val="0"/>
                <w:i/>
              </w:rPr>
            </w:pPr>
            <w:r>
              <w:rPr>
                <w:b w:val="0"/>
              </w:rPr>
              <w:t xml:space="preserve">           </w:t>
            </w:r>
            <w:r w:rsidRPr="000C78FB">
              <w:rPr>
                <w:b w:val="0"/>
                <w:i/>
              </w:rPr>
              <w:t>Director: Patricia Vernot: (610)352-4775</w:t>
            </w:r>
          </w:p>
          <w:p w:rsidR="00B53E13" w:rsidRPr="007D149E" w:rsidRDefault="00B53E13" w:rsidP="007D149E">
            <w:pPr>
              <w:pStyle w:val="Education"/>
              <w:numPr>
                <w:ilvl w:val="0"/>
                <w:numId w:val="8"/>
              </w:numPr>
              <w:rPr>
                <w:b w:val="0"/>
                <w:i/>
              </w:rPr>
            </w:pPr>
            <w:r>
              <w:rPr>
                <w:b w:val="0"/>
              </w:rPr>
              <w:t>Gained skills in teaching kindergarten-age children, as well as developing age-appropriate lessons that adhere to state standards, for all levels, toddlers to school age.</w:t>
            </w:r>
          </w:p>
          <w:p w:rsidR="00B53E13" w:rsidRDefault="00B53E13" w:rsidP="007D149E">
            <w:pPr>
              <w:pStyle w:val="Education"/>
              <w:numPr>
                <w:ilvl w:val="0"/>
                <w:numId w:val="8"/>
              </w:numPr>
              <w:rPr>
                <w:b w:val="0"/>
              </w:rPr>
            </w:pPr>
            <w:r>
              <w:rPr>
                <w:b w:val="0"/>
              </w:rPr>
              <w:t xml:space="preserve">Directed the </w:t>
            </w:r>
            <w:r w:rsidRPr="004C35E8">
              <w:rPr>
                <w:b w:val="0"/>
                <w:i/>
              </w:rPr>
              <w:t>Keystone Stars</w:t>
            </w:r>
            <w:r>
              <w:rPr>
                <w:b w:val="0"/>
              </w:rPr>
              <w:t xml:space="preserve"> program</w:t>
            </w:r>
          </w:p>
          <w:p w:rsidR="00B53E13" w:rsidRDefault="00B53E13" w:rsidP="007D149E">
            <w:pPr>
              <w:pStyle w:val="Education"/>
              <w:numPr>
                <w:ilvl w:val="0"/>
                <w:numId w:val="8"/>
              </w:numPr>
              <w:rPr>
                <w:b w:val="0"/>
              </w:rPr>
            </w:pPr>
            <w:r>
              <w:rPr>
                <w:b w:val="0"/>
              </w:rPr>
              <w:t xml:space="preserve"> Head of ensuring</w:t>
            </w:r>
            <w:r w:rsidRPr="007D149E">
              <w:rPr>
                <w:b w:val="0"/>
              </w:rPr>
              <w:t xml:space="preserve"> lessons were being executed professionally and </w:t>
            </w:r>
            <w:r>
              <w:rPr>
                <w:b w:val="0"/>
              </w:rPr>
              <w:t xml:space="preserve">   </w:t>
            </w:r>
            <w:r w:rsidRPr="007D149E">
              <w:rPr>
                <w:b w:val="0"/>
              </w:rPr>
              <w:t>successfully</w:t>
            </w:r>
            <w:r>
              <w:rPr>
                <w:b w:val="0"/>
              </w:rPr>
              <w:t>.</w:t>
            </w:r>
          </w:p>
          <w:p w:rsidR="00B53E13" w:rsidRDefault="00B53E13" w:rsidP="007D149E">
            <w:pPr>
              <w:pStyle w:val="Education"/>
              <w:numPr>
                <w:ilvl w:val="0"/>
                <w:numId w:val="8"/>
              </w:numPr>
              <w:rPr>
                <w:b w:val="0"/>
              </w:rPr>
            </w:pPr>
            <w:r>
              <w:rPr>
                <w:b w:val="0"/>
              </w:rPr>
              <w:t>Attended many professional development trainings throughout the year.</w:t>
            </w:r>
          </w:p>
          <w:p w:rsidR="00B53E13" w:rsidRDefault="00B53E13" w:rsidP="007D149E">
            <w:pPr>
              <w:pStyle w:val="Education"/>
              <w:rPr>
                <w:b w:val="0"/>
              </w:rPr>
            </w:pPr>
          </w:p>
          <w:p w:rsidR="00B53E13" w:rsidRDefault="00B53E13" w:rsidP="007D149E">
            <w:pPr>
              <w:pStyle w:val="Education"/>
              <w:ind w:left="0"/>
            </w:pPr>
            <w:r>
              <w:rPr>
                <w:b w:val="0"/>
              </w:rPr>
              <w:t xml:space="preserve">           </w:t>
            </w:r>
            <w:r w:rsidRPr="007D149E">
              <w:t>Substitute Teacher</w:t>
            </w:r>
          </w:p>
          <w:p w:rsidR="00B53E13" w:rsidRDefault="00B53E13" w:rsidP="007D149E">
            <w:pPr>
              <w:pStyle w:val="Education"/>
              <w:ind w:left="0"/>
              <w:rPr>
                <w:b w:val="0"/>
              </w:rPr>
            </w:pPr>
            <w:r>
              <w:t xml:space="preserve">           </w:t>
            </w:r>
            <w:r w:rsidRPr="007D149E">
              <w:rPr>
                <w:b w:val="0"/>
                <w:i/>
              </w:rPr>
              <w:t xml:space="preserve">Substitute Teacher Service     </w:t>
            </w:r>
            <w:smartTag w:uri="urn:schemas-microsoft-com:office:smarttags" w:element="country-region">
              <w:smartTag w:uri="urn:schemas-microsoft-com:office:smarttags" w:element="country-region">
                <w:r w:rsidRPr="007D149E">
                  <w:rPr>
                    <w:b w:val="0"/>
                    <w:i/>
                  </w:rPr>
                  <w:t>Media</w:t>
                </w:r>
              </w:smartTag>
              <w:r w:rsidRPr="007D149E">
                <w:rPr>
                  <w:b w:val="0"/>
                  <w:i/>
                </w:rPr>
                <w:t xml:space="preserve">, </w:t>
              </w:r>
              <w:smartTag w:uri="urn:schemas-microsoft-com:office:smarttags" w:element="country-region">
                <w:r w:rsidRPr="007D149E">
                  <w:rPr>
                    <w:b w:val="0"/>
                    <w:i/>
                  </w:rPr>
                  <w:t>PA</w:t>
                </w:r>
              </w:smartTag>
            </w:smartTag>
            <w:r>
              <w:rPr>
                <w:b w:val="0"/>
                <w:i/>
              </w:rPr>
              <w:t xml:space="preserve">     </w:t>
            </w:r>
            <w:r>
              <w:rPr>
                <w:b w:val="0"/>
              </w:rPr>
              <w:t>September 2004-March 2005</w:t>
            </w:r>
          </w:p>
          <w:p w:rsidR="00B53E13" w:rsidRDefault="00B53E13" w:rsidP="0091363B">
            <w:pPr>
              <w:pStyle w:val="Education"/>
              <w:numPr>
                <w:ilvl w:val="0"/>
                <w:numId w:val="10"/>
              </w:numPr>
              <w:rPr>
                <w:b w:val="0"/>
              </w:rPr>
            </w:pPr>
            <w:r>
              <w:rPr>
                <w:b w:val="0"/>
              </w:rPr>
              <w:t>Filled absences in Special Education, Physical Education, and all other basic subjects, in both middle school and elementary grades.</w:t>
            </w:r>
          </w:p>
          <w:p w:rsidR="00B53E13" w:rsidRDefault="00B53E13" w:rsidP="0091363B">
            <w:pPr>
              <w:pStyle w:val="Education"/>
              <w:rPr>
                <w:b w:val="0"/>
              </w:rPr>
            </w:pPr>
          </w:p>
          <w:p w:rsidR="00B53E13" w:rsidRDefault="00B53E13" w:rsidP="0091363B">
            <w:pPr>
              <w:pStyle w:val="Education"/>
            </w:pPr>
            <w:r>
              <w:rPr>
                <w:b w:val="0"/>
              </w:rPr>
              <w:t xml:space="preserve">      </w:t>
            </w:r>
            <w:r w:rsidRPr="0091363B">
              <w:t>Student Teacher</w:t>
            </w:r>
          </w:p>
          <w:p w:rsidR="00B53E13" w:rsidRDefault="00B53E13" w:rsidP="0091363B">
            <w:pPr>
              <w:pStyle w:val="Education"/>
              <w:rPr>
                <w:b w:val="0"/>
                <w:i/>
              </w:rPr>
            </w:pPr>
            <w:r>
              <w:t xml:space="preserve">    </w:t>
            </w:r>
            <w:r>
              <w:rPr>
                <w:b w:val="0"/>
                <w:i/>
              </w:rPr>
              <w:t xml:space="preserve">  </w:t>
            </w:r>
            <w:smartTag w:uri="urn:schemas-microsoft-com:office:smarttags" w:element="country-region">
              <w:r>
                <w:rPr>
                  <w:b w:val="0"/>
                  <w:i/>
                </w:rPr>
                <w:t>Upper Darby</w:t>
              </w:r>
            </w:smartTag>
            <w:r>
              <w:rPr>
                <w:b w:val="0"/>
                <w:i/>
              </w:rPr>
              <w:t xml:space="preserve"> </w:t>
            </w:r>
            <w:smartTag w:uri="urn:schemas-microsoft-com:office:smarttags" w:element="country-region">
              <w:r>
                <w:rPr>
                  <w:b w:val="0"/>
                  <w:i/>
                </w:rPr>
                <w:t>School District</w:t>
              </w:r>
            </w:smartTag>
            <w:r>
              <w:rPr>
                <w:b w:val="0"/>
                <w:i/>
              </w:rPr>
              <w:t xml:space="preserve">     </w:t>
            </w:r>
            <w:smartTag w:uri="urn:schemas-microsoft-com:office:smarttags" w:element="country-region">
              <w:smartTag w:uri="urn:schemas-microsoft-com:office:smarttags" w:element="country-region">
                <w:r>
                  <w:rPr>
                    <w:b w:val="0"/>
                    <w:i/>
                  </w:rPr>
                  <w:t>Upper Darby</w:t>
                </w:r>
              </w:smartTag>
              <w:r>
                <w:rPr>
                  <w:b w:val="0"/>
                  <w:i/>
                </w:rPr>
                <w:t xml:space="preserve">, </w:t>
              </w:r>
              <w:smartTag w:uri="urn:schemas-microsoft-com:office:smarttags" w:element="country-region">
                <w:r>
                  <w:rPr>
                    <w:b w:val="0"/>
                    <w:i/>
                  </w:rPr>
                  <w:t>PA</w:t>
                </w:r>
              </w:smartTag>
            </w:smartTag>
            <w:r>
              <w:rPr>
                <w:b w:val="0"/>
                <w:i/>
              </w:rPr>
              <w:t xml:space="preserve">     </w:t>
            </w:r>
            <w:r w:rsidRPr="0091363B">
              <w:rPr>
                <w:b w:val="0"/>
              </w:rPr>
              <w:t>September-December, 200</w:t>
            </w:r>
            <w:r>
              <w:rPr>
                <w:b w:val="0"/>
              </w:rPr>
              <w:t>3</w:t>
            </w:r>
          </w:p>
          <w:p w:rsidR="00B53E13" w:rsidRDefault="00B53E13" w:rsidP="0091363B">
            <w:pPr>
              <w:pStyle w:val="Education"/>
              <w:rPr>
                <w:b w:val="0"/>
                <w:i/>
              </w:rPr>
            </w:pPr>
            <w:r>
              <w:rPr>
                <w:b w:val="0"/>
                <w:i/>
              </w:rPr>
              <w:t xml:space="preserve">      Hillcrest Elementary, 2</w:t>
            </w:r>
            <w:r w:rsidRPr="0091363B">
              <w:rPr>
                <w:b w:val="0"/>
                <w:i/>
                <w:vertAlign w:val="superscript"/>
              </w:rPr>
              <w:t>nd</w:t>
            </w:r>
            <w:r>
              <w:rPr>
                <w:b w:val="0"/>
                <w:i/>
              </w:rPr>
              <w:t xml:space="preserve"> grade      Cooperating Teacher:  Elaine Kilpatrick (610)547-4208</w:t>
            </w:r>
          </w:p>
          <w:p w:rsidR="00B53E13" w:rsidRPr="0091363B" w:rsidRDefault="00B53E13" w:rsidP="0091363B">
            <w:pPr>
              <w:pStyle w:val="Education"/>
              <w:numPr>
                <w:ilvl w:val="0"/>
                <w:numId w:val="10"/>
              </w:numPr>
              <w:rPr>
                <w:b w:val="0"/>
              </w:rPr>
            </w:pPr>
            <w:r w:rsidRPr="0091363B">
              <w:rPr>
                <w:b w:val="0"/>
              </w:rPr>
              <w:t>Acquired numerous skills such as: classroom management, inclusionary practices, and curriculum planning and design.</w:t>
            </w:r>
          </w:p>
          <w:p w:rsidR="00B53E13" w:rsidRDefault="00B53E13" w:rsidP="0091363B">
            <w:pPr>
              <w:pStyle w:val="Education"/>
              <w:numPr>
                <w:ilvl w:val="0"/>
                <w:numId w:val="10"/>
              </w:numPr>
              <w:rPr>
                <w:b w:val="0"/>
              </w:rPr>
            </w:pPr>
            <w:r w:rsidRPr="0091363B">
              <w:rPr>
                <w:b w:val="0"/>
              </w:rPr>
              <w:t>Established high-order thinking skills, as well as differentiated instruction, to promote</w:t>
            </w:r>
            <w:r>
              <w:rPr>
                <w:b w:val="0"/>
              </w:rPr>
              <w:t xml:space="preserve"> the</w:t>
            </w:r>
            <w:r w:rsidRPr="0091363B">
              <w:rPr>
                <w:b w:val="0"/>
              </w:rPr>
              <w:t xml:space="preserve"> student’</w:t>
            </w:r>
            <w:r>
              <w:rPr>
                <w:b w:val="0"/>
              </w:rPr>
              <w:t xml:space="preserve">s </w:t>
            </w:r>
            <w:r w:rsidRPr="0091363B">
              <w:rPr>
                <w:b w:val="0"/>
              </w:rPr>
              <w:t>interest and enthusiasm towards learning.</w:t>
            </w:r>
          </w:p>
          <w:p w:rsidR="00B53E13" w:rsidRDefault="00B53E13" w:rsidP="00410033">
            <w:pPr>
              <w:pStyle w:val="Education"/>
              <w:ind w:left="0"/>
              <w:rPr>
                <w:b w:val="0"/>
              </w:rPr>
            </w:pPr>
          </w:p>
          <w:p w:rsidR="00B53E13" w:rsidRDefault="00B53E13" w:rsidP="0019299A">
            <w:pPr>
              <w:pStyle w:val="Education"/>
              <w:ind w:left="0"/>
              <w:rPr>
                <w:u w:val="single"/>
              </w:rPr>
            </w:pPr>
            <w:r>
              <w:rPr>
                <w:b w:val="0"/>
              </w:rPr>
              <w:t xml:space="preserve">          </w:t>
            </w:r>
            <w:r>
              <w:rPr>
                <w:u w:val="single"/>
              </w:rPr>
              <w:t>Professional Development/Act 48 credits</w:t>
            </w:r>
            <w:r w:rsidRPr="009932CE">
              <w:rPr>
                <w:u w:val="single"/>
              </w:rPr>
              <w:t>: College Credits</w:t>
            </w:r>
          </w:p>
          <w:p w:rsidR="00B53E13" w:rsidRDefault="00B53E13" w:rsidP="0019299A">
            <w:pPr>
              <w:pStyle w:val="Education"/>
              <w:ind w:left="0"/>
              <w:rPr>
                <w:u w:val="single"/>
              </w:rPr>
            </w:pPr>
            <w:r>
              <w:rPr>
                <w:u w:val="single"/>
              </w:rPr>
              <w:t xml:space="preserve">    </w:t>
            </w:r>
          </w:p>
          <w:p w:rsidR="00B53E13" w:rsidRDefault="00B53E13" w:rsidP="0019299A">
            <w:pPr>
              <w:pStyle w:val="Education"/>
              <w:ind w:left="0"/>
              <w:rPr>
                <w:i/>
              </w:rPr>
            </w:pPr>
            <w:r w:rsidRPr="009932CE">
              <w:rPr>
                <w:i/>
              </w:rPr>
              <w:t xml:space="preserve">          Teaching to Diversity</w:t>
            </w:r>
            <w:r>
              <w:rPr>
                <w:i/>
              </w:rPr>
              <w:t xml:space="preserve">: </w:t>
            </w:r>
            <w:r w:rsidRPr="009932CE">
              <w:rPr>
                <w:b w:val="0"/>
                <w:i/>
              </w:rPr>
              <w:t>January 2004</w:t>
            </w:r>
          </w:p>
          <w:p w:rsidR="00B53E13" w:rsidRDefault="00B53E13" w:rsidP="0019299A">
            <w:pPr>
              <w:pStyle w:val="Education"/>
              <w:ind w:left="0"/>
              <w:rPr>
                <w:i/>
              </w:rPr>
            </w:pPr>
            <w:r>
              <w:rPr>
                <w:i/>
              </w:rPr>
              <w:t xml:space="preserve">          Assessment for Special Education: </w:t>
            </w:r>
            <w:r w:rsidRPr="009932CE">
              <w:rPr>
                <w:b w:val="0"/>
                <w:i/>
              </w:rPr>
              <w:t>June, 2007</w:t>
            </w:r>
          </w:p>
          <w:p w:rsidR="00B53E13" w:rsidRDefault="00B53E13" w:rsidP="0019299A">
            <w:pPr>
              <w:pStyle w:val="Education"/>
              <w:ind w:left="0"/>
              <w:rPr>
                <w:i/>
              </w:rPr>
            </w:pPr>
            <w:r>
              <w:rPr>
                <w:i/>
              </w:rPr>
              <w:t xml:space="preserve">          Behavior Management for Special Education: </w:t>
            </w:r>
            <w:r w:rsidRPr="009932CE">
              <w:rPr>
                <w:b w:val="0"/>
                <w:i/>
              </w:rPr>
              <w:t>July, 2007</w:t>
            </w:r>
          </w:p>
          <w:p w:rsidR="00B53E13" w:rsidRDefault="00B53E13" w:rsidP="0019299A">
            <w:pPr>
              <w:pStyle w:val="Education"/>
              <w:ind w:left="0"/>
              <w:rPr>
                <w:i/>
              </w:rPr>
            </w:pPr>
            <w:r>
              <w:rPr>
                <w:i/>
              </w:rPr>
              <w:t xml:space="preserve">         The Pedagogy of Cognition: </w:t>
            </w:r>
            <w:r w:rsidRPr="009932CE">
              <w:rPr>
                <w:b w:val="0"/>
                <w:i/>
              </w:rPr>
              <w:t>September, 2007</w:t>
            </w:r>
          </w:p>
          <w:p w:rsidR="00B53E13" w:rsidRPr="009932CE" w:rsidRDefault="00B53E13" w:rsidP="0019299A">
            <w:pPr>
              <w:pStyle w:val="Education"/>
              <w:ind w:left="0"/>
              <w:rPr>
                <w:i/>
              </w:rPr>
            </w:pPr>
            <w:r>
              <w:rPr>
                <w:i/>
              </w:rPr>
              <w:t xml:space="preserve">         </w:t>
            </w:r>
          </w:p>
          <w:p w:rsidR="00B53E13" w:rsidRPr="009932CE" w:rsidRDefault="00B53E13" w:rsidP="009932CE">
            <w:pPr>
              <w:pStyle w:val="Education"/>
              <w:rPr>
                <w:b w:val="0"/>
                <w:i/>
              </w:rPr>
            </w:pPr>
            <w:r>
              <w:rPr>
                <w:b w:val="0"/>
                <w:i/>
              </w:rPr>
              <w:t xml:space="preserve">    </w:t>
            </w:r>
            <w:r w:rsidRPr="0019299A">
              <w:rPr>
                <w:i/>
                <w:sz w:val="26"/>
                <w:szCs w:val="26"/>
              </w:rPr>
              <w:t>Activities</w:t>
            </w:r>
            <w:r>
              <w:rPr>
                <w:i/>
                <w:sz w:val="26"/>
                <w:szCs w:val="26"/>
              </w:rPr>
              <w:t>/Hobbies:</w:t>
            </w:r>
          </w:p>
          <w:p w:rsidR="00B53E13" w:rsidRDefault="00B53E13" w:rsidP="0019299A">
            <w:pPr>
              <w:pStyle w:val="Education"/>
              <w:ind w:left="0"/>
              <w:rPr>
                <w:u w:val="single"/>
              </w:rPr>
            </w:pPr>
            <w:r>
              <w:rPr>
                <w:b w:val="0"/>
              </w:rPr>
              <w:t xml:space="preserve">           </w:t>
            </w:r>
            <w:r w:rsidRPr="0019299A">
              <w:rPr>
                <w:u w:val="single"/>
              </w:rPr>
              <w:t>Danc</w:t>
            </w:r>
            <w:r>
              <w:rPr>
                <w:u w:val="single"/>
              </w:rPr>
              <w:t>e</w:t>
            </w:r>
          </w:p>
          <w:p w:rsidR="00B53E13" w:rsidRDefault="00B53E13" w:rsidP="0019299A">
            <w:pPr>
              <w:pStyle w:val="Education"/>
              <w:ind w:left="0"/>
              <w:rPr>
                <w:b w:val="0"/>
                <w:i/>
              </w:rPr>
            </w:pPr>
            <w:r>
              <w:t xml:space="preserve">           </w:t>
            </w:r>
            <w:r w:rsidRPr="0019299A">
              <w:rPr>
                <w:b w:val="0"/>
                <w:i/>
              </w:rPr>
              <w:t>Touch of Class Dance Studio</w:t>
            </w:r>
            <w:r>
              <w:rPr>
                <w:b w:val="0"/>
                <w:i/>
              </w:rPr>
              <w:t xml:space="preserve">      </w:t>
            </w:r>
            <w:smartTag w:uri="urn:schemas-microsoft-com:office:smarttags" w:element="country-region">
              <w:smartTag w:uri="urn:schemas-microsoft-com:office:smarttags" w:element="country-region">
                <w:r>
                  <w:rPr>
                    <w:b w:val="0"/>
                    <w:i/>
                  </w:rPr>
                  <w:t>Broomall</w:t>
                </w:r>
              </w:smartTag>
              <w:r>
                <w:rPr>
                  <w:b w:val="0"/>
                  <w:i/>
                </w:rPr>
                <w:t xml:space="preserve">, </w:t>
              </w:r>
              <w:smartTag w:uri="urn:schemas-microsoft-com:office:smarttags" w:element="country-region">
                <w:r>
                  <w:rPr>
                    <w:b w:val="0"/>
                    <w:i/>
                  </w:rPr>
                  <w:t>PA</w:t>
                </w:r>
              </w:smartTag>
            </w:smartTag>
            <w:r>
              <w:rPr>
                <w:b w:val="0"/>
                <w:i/>
              </w:rPr>
              <w:t xml:space="preserve">         September 1983- June 2005</w:t>
            </w:r>
          </w:p>
          <w:p w:rsidR="00B53E13" w:rsidRPr="0019299A" w:rsidRDefault="00B53E13" w:rsidP="0019299A">
            <w:pPr>
              <w:pStyle w:val="Education"/>
              <w:numPr>
                <w:ilvl w:val="0"/>
                <w:numId w:val="29"/>
              </w:numPr>
              <w:rPr>
                <w:b w:val="0"/>
              </w:rPr>
            </w:pPr>
            <w:r w:rsidRPr="0019299A">
              <w:rPr>
                <w:b w:val="0"/>
              </w:rPr>
              <w:t xml:space="preserve">Performed in numerous competitions throughout the </w:t>
            </w:r>
            <w:smartTag w:uri="urn:schemas-microsoft-com:office:smarttags" w:element="country-region">
              <w:r w:rsidRPr="0019299A">
                <w:rPr>
                  <w:b w:val="0"/>
                </w:rPr>
                <w:t>United States</w:t>
              </w:r>
            </w:smartTag>
            <w:r w:rsidRPr="0019299A">
              <w:rPr>
                <w:b w:val="0"/>
              </w:rPr>
              <w:t>.</w:t>
            </w:r>
          </w:p>
          <w:p w:rsidR="00B53E13" w:rsidRPr="0019299A" w:rsidRDefault="00B53E13" w:rsidP="0019299A">
            <w:pPr>
              <w:pStyle w:val="Education"/>
              <w:numPr>
                <w:ilvl w:val="0"/>
                <w:numId w:val="29"/>
              </w:numPr>
              <w:rPr>
                <w:b w:val="0"/>
              </w:rPr>
            </w:pPr>
            <w:r w:rsidRPr="0019299A">
              <w:rPr>
                <w:b w:val="0"/>
              </w:rPr>
              <w:t xml:space="preserve">Mastered the art of tap and jazz through having self-discipline and dedication.  </w:t>
            </w:r>
          </w:p>
          <w:p w:rsidR="00B53E13" w:rsidRDefault="00B53E13" w:rsidP="0019299A">
            <w:pPr>
              <w:pStyle w:val="Education"/>
              <w:numPr>
                <w:ilvl w:val="0"/>
                <w:numId w:val="29"/>
              </w:numPr>
              <w:rPr>
                <w:b w:val="0"/>
              </w:rPr>
            </w:pPr>
            <w:r w:rsidRPr="0019299A">
              <w:rPr>
                <w:b w:val="0"/>
              </w:rPr>
              <w:t>Acquired self-confidence, self-motivation, and communication skills.</w:t>
            </w:r>
          </w:p>
          <w:p w:rsidR="00B53E13" w:rsidRDefault="00B53E13" w:rsidP="0019299A">
            <w:pPr>
              <w:pStyle w:val="Education"/>
              <w:ind w:left="0"/>
              <w:rPr>
                <w:b w:val="0"/>
              </w:rPr>
            </w:pPr>
          </w:p>
          <w:p w:rsidR="00B53E13" w:rsidRDefault="00B53E13" w:rsidP="0019299A">
            <w:pPr>
              <w:pStyle w:val="Education"/>
              <w:ind w:left="0"/>
            </w:pPr>
            <w:r>
              <w:rPr>
                <w:b w:val="0"/>
              </w:rPr>
              <w:t xml:space="preserve">           </w:t>
            </w:r>
            <w:r w:rsidRPr="0036676C">
              <w:rPr>
                <w:u w:val="single"/>
              </w:rPr>
              <w:t>Travel</w:t>
            </w:r>
          </w:p>
          <w:p w:rsidR="00B53E13" w:rsidRDefault="00B53E13" w:rsidP="0019299A">
            <w:pPr>
              <w:pStyle w:val="Education"/>
              <w:ind w:left="0"/>
              <w:rPr>
                <w:b w:val="0"/>
                <w:i/>
              </w:rPr>
            </w:pPr>
            <w:r>
              <w:rPr>
                <w:b w:val="0"/>
                <w:i/>
              </w:rPr>
              <w:t xml:space="preserve">           </w:t>
            </w:r>
            <w:smartTag w:uri="urn:schemas-microsoft-com:office:smarttags" w:element="country-region">
              <w:r>
                <w:rPr>
                  <w:b w:val="0"/>
                  <w:i/>
                </w:rPr>
                <w:t>Huron</w:t>
              </w:r>
            </w:smartTag>
            <w:r>
              <w:rPr>
                <w:b w:val="0"/>
                <w:i/>
              </w:rPr>
              <w:t xml:space="preserve"> </w:t>
            </w:r>
            <w:smartTag w:uri="urn:schemas-microsoft-com:office:smarttags" w:element="country-region">
              <w:r>
                <w:rPr>
                  <w:b w:val="0"/>
                  <w:i/>
                </w:rPr>
                <w:t>University</w:t>
              </w:r>
            </w:smartTag>
            <w:r>
              <w:rPr>
                <w:b w:val="0"/>
                <w:i/>
              </w:rPr>
              <w:t xml:space="preserve">      </w:t>
            </w:r>
            <w:smartTag w:uri="urn:schemas-microsoft-com:office:smarttags" w:element="country-region">
              <w:smartTag w:uri="urn:schemas-microsoft-com:office:smarttags" w:element="country-region">
                <w:r>
                  <w:rPr>
                    <w:b w:val="0"/>
                    <w:i/>
                  </w:rPr>
                  <w:t>London</w:t>
                </w:r>
              </w:smartTag>
              <w:r>
                <w:rPr>
                  <w:b w:val="0"/>
                  <w:i/>
                </w:rPr>
                <w:t xml:space="preserve">, </w:t>
              </w:r>
              <w:smartTag w:uri="urn:schemas-microsoft-com:office:smarttags" w:element="country-region">
                <w:r>
                  <w:rPr>
                    <w:b w:val="0"/>
                    <w:i/>
                  </w:rPr>
                  <w:t>UK</w:t>
                </w:r>
              </w:smartTag>
            </w:smartTag>
            <w:r>
              <w:rPr>
                <w:b w:val="0"/>
                <w:i/>
              </w:rPr>
              <w:t xml:space="preserve">       September 2002- December 2002</w:t>
            </w:r>
          </w:p>
          <w:p w:rsidR="00B53E13" w:rsidRDefault="00B53E13" w:rsidP="0036676C">
            <w:pPr>
              <w:pStyle w:val="Education"/>
              <w:numPr>
                <w:ilvl w:val="0"/>
                <w:numId w:val="29"/>
              </w:numPr>
              <w:rPr>
                <w:b w:val="0"/>
                <w:i/>
              </w:rPr>
            </w:pPr>
            <w:r>
              <w:rPr>
                <w:b w:val="0"/>
                <w:i/>
              </w:rPr>
              <w:t xml:space="preserve">Studied abroad for a semester to take courses: Museums and Galleries in </w:t>
            </w:r>
            <w:smartTag w:uri="urn:schemas-microsoft-com:office:smarttags" w:element="country-region">
              <w:r>
                <w:rPr>
                  <w:b w:val="0"/>
                  <w:i/>
                </w:rPr>
                <w:t>London</w:t>
              </w:r>
            </w:smartTag>
            <w:r>
              <w:rPr>
                <w:b w:val="0"/>
                <w:i/>
              </w:rPr>
              <w:t xml:space="preserve">, Arts in </w:t>
            </w:r>
            <w:smartTag w:uri="urn:schemas-microsoft-com:office:smarttags" w:element="country-region">
              <w:r>
                <w:rPr>
                  <w:b w:val="0"/>
                  <w:i/>
                </w:rPr>
                <w:t>London</w:t>
              </w:r>
            </w:smartTag>
            <w:r>
              <w:rPr>
                <w:b w:val="0"/>
                <w:i/>
              </w:rPr>
              <w:t>, and Shakespearean Theatre.</w:t>
            </w:r>
          </w:p>
          <w:p w:rsidR="00B53E13" w:rsidRDefault="00B53E13" w:rsidP="0036676C">
            <w:pPr>
              <w:pStyle w:val="Education"/>
              <w:rPr>
                <w:b w:val="0"/>
                <w:i/>
              </w:rPr>
            </w:pPr>
            <w:r>
              <w:rPr>
                <w:b w:val="0"/>
                <w:i/>
              </w:rPr>
              <w:t xml:space="preserve">   </w:t>
            </w:r>
          </w:p>
          <w:p w:rsidR="00B53E13" w:rsidRPr="0036676C" w:rsidRDefault="00B53E13" w:rsidP="0036676C">
            <w:pPr>
              <w:pStyle w:val="Education"/>
              <w:rPr>
                <w:b w:val="0"/>
                <w:i/>
              </w:rPr>
            </w:pPr>
            <w:r>
              <w:rPr>
                <w:b w:val="0"/>
                <w:i/>
              </w:rPr>
              <w:t xml:space="preserve">      </w:t>
            </w:r>
            <w:smartTag w:uri="urn:schemas-microsoft-com:office:smarttags" w:element="country-region">
              <w:smartTag w:uri="urn:schemas-microsoft-com:office:smarttags" w:element="country-region">
                <w:r>
                  <w:rPr>
                    <w:b w:val="0"/>
                    <w:i/>
                  </w:rPr>
                  <w:t>Nice</w:t>
                </w:r>
              </w:smartTag>
              <w:r>
                <w:rPr>
                  <w:b w:val="0"/>
                  <w:i/>
                </w:rPr>
                <w:t xml:space="preserve">, </w:t>
              </w:r>
              <w:smartTag w:uri="urn:schemas-microsoft-com:office:smarttags" w:element="country-region">
                <w:r>
                  <w:rPr>
                    <w:b w:val="0"/>
                    <w:i/>
                  </w:rPr>
                  <w:t>France</w:t>
                </w:r>
              </w:smartTag>
            </w:smartTag>
            <w:r>
              <w:rPr>
                <w:b w:val="0"/>
                <w:i/>
              </w:rPr>
              <w:t xml:space="preserve">      Summer, 2001:      Lived with my aunt for the summer.</w:t>
            </w:r>
          </w:p>
          <w:p w:rsidR="00B53E13" w:rsidRDefault="00B53E13" w:rsidP="000E066D">
            <w:pPr>
              <w:pStyle w:val="Affiliation"/>
            </w:pPr>
          </w:p>
        </w:tc>
      </w:tr>
      <w:tr w:rsidR="00B53E13">
        <w:trPr>
          <w:trHeight w:val="7470"/>
        </w:trPr>
        <w:tc>
          <w:tcPr>
            <w:tcW w:w="2790" w:type="dxa"/>
            <w:tcBorders>
              <w:right w:val="single" w:sz="4" w:space="0" w:color="808080"/>
            </w:tcBorders>
          </w:tcPr>
          <w:p w:rsidR="00B53E13" w:rsidRDefault="00B53E13" w:rsidP="00E000F2">
            <w:pPr>
              <w:pStyle w:val="Testimonial"/>
            </w:pPr>
          </w:p>
        </w:tc>
        <w:tc>
          <w:tcPr>
            <w:tcW w:w="7200" w:type="dxa"/>
            <w:tcBorders>
              <w:left w:val="single" w:sz="4" w:space="0" w:color="808080"/>
            </w:tcBorders>
          </w:tcPr>
          <w:p w:rsidR="00B53E13" w:rsidRDefault="00B53E13" w:rsidP="00E000F2">
            <w:pPr>
              <w:pStyle w:val="Heading1"/>
            </w:pPr>
          </w:p>
        </w:tc>
      </w:tr>
    </w:tbl>
    <w:p w:rsidR="00B53E13" w:rsidRDefault="00B53E13" w:rsidP="00234B34"/>
    <w:sectPr w:rsidR="00B53E13" w:rsidSect="000139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2153"/>
    <w:multiLevelType w:val="hybridMultilevel"/>
    <w:tmpl w:val="3A02D6D0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">
    <w:nsid w:val="11284F79"/>
    <w:multiLevelType w:val="hybridMultilevel"/>
    <w:tmpl w:val="30B4DD6C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115B1436"/>
    <w:multiLevelType w:val="hybridMultilevel"/>
    <w:tmpl w:val="0D5A8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658B3"/>
    <w:multiLevelType w:val="hybridMultilevel"/>
    <w:tmpl w:val="0A805360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>
    <w:nsid w:val="26CB003C"/>
    <w:multiLevelType w:val="hybridMultilevel"/>
    <w:tmpl w:val="6A860796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>
    <w:nsid w:val="28021703"/>
    <w:multiLevelType w:val="hybridMultilevel"/>
    <w:tmpl w:val="221CCF52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>
    <w:nsid w:val="31F07059"/>
    <w:multiLevelType w:val="hybridMultilevel"/>
    <w:tmpl w:val="B4C6A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0D11AE"/>
    <w:multiLevelType w:val="multilevel"/>
    <w:tmpl w:val="CDB8BD32"/>
    <w:numStyleLink w:val="Bulletedlist"/>
  </w:abstractNum>
  <w:abstractNum w:abstractNumId="8">
    <w:nsid w:val="3CC226AB"/>
    <w:multiLevelType w:val="multilevel"/>
    <w:tmpl w:val="CDB8BD32"/>
    <w:numStyleLink w:val="Bulletedlist"/>
  </w:abstractNum>
  <w:abstractNum w:abstractNumId="9">
    <w:nsid w:val="408E48A9"/>
    <w:multiLevelType w:val="hybridMultilevel"/>
    <w:tmpl w:val="C4F4447A"/>
    <w:lvl w:ilvl="0" w:tplc="ACC47E8A">
      <w:start w:val="484"/>
      <w:numFmt w:val="bullet"/>
      <w:lvlText w:val="-"/>
      <w:lvlJc w:val="left"/>
      <w:pPr>
        <w:ind w:left="1200" w:hanging="360"/>
      </w:pPr>
      <w:rPr>
        <w:rFonts w:ascii="Garamond" w:eastAsia="Times New Roman" w:hAnsi="Garamond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>
    <w:nsid w:val="454705D4"/>
    <w:multiLevelType w:val="hybridMultilevel"/>
    <w:tmpl w:val="87229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E80F3E"/>
    <w:multiLevelType w:val="hybridMultilevel"/>
    <w:tmpl w:val="C29C90D0"/>
    <w:lvl w:ilvl="0" w:tplc="FD9E4114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47D152AE"/>
    <w:multiLevelType w:val="hybridMultilevel"/>
    <w:tmpl w:val="37622CA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4BFE0C98"/>
    <w:multiLevelType w:val="hybridMultilevel"/>
    <w:tmpl w:val="A96C3860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>
    <w:nsid w:val="4C603230"/>
    <w:multiLevelType w:val="hybridMultilevel"/>
    <w:tmpl w:val="0F268F9E"/>
    <w:lvl w:ilvl="0" w:tplc="0409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5">
    <w:nsid w:val="5C323FB9"/>
    <w:multiLevelType w:val="hybridMultilevel"/>
    <w:tmpl w:val="BF16361A"/>
    <w:lvl w:ilvl="0" w:tplc="FC3AFEB2">
      <w:numFmt w:val="bullet"/>
      <w:lvlText w:val="-"/>
      <w:lvlJc w:val="left"/>
      <w:pPr>
        <w:ind w:left="1845" w:hanging="405"/>
      </w:pPr>
      <w:rPr>
        <w:rFonts w:ascii="Garamond" w:eastAsia="Times New Roman" w:hAnsi="Garamond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61BA6776"/>
    <w:multiLevelType w:val="multilevel"/>
    <w:tmpl w:val="CDB8BD32"/>
    <w:numStyleLink w:val="Bulletedlist"/>
  </w:abstractNum>
  <w:abstractNum w:abstractNumId="17">
    <w:nsid w:val="622B6288"/>
    <w:multiLevelType w:val="multilevel"/>
    <w:tmpl w:val="CDB8BD32"/>
    <w:styleLink w:val="Bulletedlist"/>
    <w:lvl w:ilvl="0">
      <w:start w:val="1"/>
      <w:numFmt w:val="bullet"/>
      <w:pStyle w:val="Bulletedlistwspace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/>
        <w:sz w:val="12"/>
      </w:rPr>
    </w:lvl>
    <w:lvl w:ilvl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8">
    <w:nsid w:val="62651A9C"/>
    <w:multiLevelType w:val="hybridMultilevel"/>
    <w:tmpl w:val="07F25390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9">
    <w:nsid w:val="65815A2B"/>
    <w:multiLevelType w:val="multilevel"/>
    <w:tmpl w:val="CDB8BD32"/>
    <w:numStyleLink w:val="Bulletedlist"/>
  </w:abstractNum>
  <w:abstractNum w:abstractNumId="20">
    <w:nsid w:val="66D55432"/>
    <w:multiLevelType w:val="multilevel"/>
    <w:tmpl w:val="CDB8BD32"/>
    <w:numStyleLink w:val="Bulletedlist"/>
  </w:abstractNum>
  <w:abstractNum w:abstractNumId="21">
    <w:nsid w:val="67B67FB9"/>
    <w:multiLevelType w:val="hybridMultilevel"/>
    <w:tmpl w:val="7302AF2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6C6F24C4"/>
    <w:multiLevelType w:val="hybridMultilevel"/>
    <w:tmpl w:val="662E86C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3">
    <w:nsid w:val="6CB05F50"/>
    <w:multiLevelType w:val="hybridMultilevel"/>
    <w:tmpl w:val="09B49D38"/>
    <w:lvl w:ilvl="0" w:tplc="FC3AFEB2">
      <w:numFmt w:val="bullet"/>
      <w:lvlText w:val="-"/>
      <w:lvlJc w:val="left"/>
      <w:pPr>
        <w:ind w:left="3285" w:hanging="405"/>
      </w:pPr>
      <w:rPr>
        <w:rFonts w:ascii="Garamond" w:eastAsia="Times New Roman" w:hAnsi="Garamond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70EF463E"/>
    <w:multiLevelType w:val="hybridMultilevel"/>
    <w:tmpl w:val="F5C4057E"/>
    <w:lvl w:ilvl="0" w:tplc="0409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5">
    <w:nsid w:val="77874511"/>
    <w:multiLevelType w:val="hybridMultilevel"/>
    <w:tmpl w:val="BAF0FE2E"/>
    <w:lvl w:ilvl="0" w:tplc="ACC47E8A">
      <w:start w:val="484"/>
      <w:numFmt w:val="bullet"/>
      <w:lvlText w:val="-"/>
      <w:lvlJc w:val="left"/>
      <w:pPr>
        <w:ind w:left="1680" w:hanging="360"/>
      </w:pPr>
      <w:rPr>
        <w:rFonts w:ascii="Garamond" w:eastAsia="Times New Roman" w:hAnsi="Garamond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>
    <w:nsid w:val="77B81984"/>
    <w:multiLevelType w:val="hybridMultilevel"/>
    <w:tmpl w:val="826ABB9A"/>
    <w:lvl w:ilvl="0" w:tplc="5CDAB32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7851071F"/>
    <w:multiLevelType w:val="hybridMultilevel"/>
    <w:tmpl w:val="A5588D52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8">
    <w:nsid w:val="7B3737F8"/>
    <w:multiLevelType w:val="hybridMultilevel"/>
    <w:tmpl w:val="A78AEA8C"/>
    <w:lvl w:ilvl="0" w:tplc="FD9E4114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855686"/>
    <w:multiLevelType w:val="hybridMultilevel"/>
    <w:tmpl w:val="48E8694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>
    <w:nsid w:val="7F7E5ABF"/>
    <w:multiLevelType w:val="hybridMultilevel"/>
    <w:tmpl w:val="4522A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7"/>
  </w:num>
  <w:num w:numId="4">
    <w:abstractNumId w:val="20"/>
  </w:num>
  <w:num w:numId="5">
    <w:abstractNumId w:val="19"/>
  </w:num>
  <w:num w:numId="6">
    <w:abstractNumId w:val="16"/>
  </w:num>
  <w:num w:numId="7">
    <w:abstractNumId w:val="27"/>
  </w:num>
  <w:num w:numId="8">
    <w:abstractNumId w:val="1"/>
  </w:num>
  <w:num w:numId="9">
    <w:abstractNumId w:val="10"/>
  </w:num>
  <w:num w:numId="10">
    <w:abstractNumId w:val="13"/>
  </w:num>
  <w:num w:numId="11">
    <w:abstractNumId w:val="2"/>
  </w:num>
  <w:num w:numId="12">
    <w:abstractNumId w:val="18"/>
  </w:num>
  <w:num w:numId="13">
    <w:abstractNumId w:val="4"/>
  </w:num>
  <w:num w:numId="14">
    <w:abstractNumId w:val="6"/>
  </w:num>
  <w:num w:numId="15">
    <w:abstractNumId w:val="5"/>
  </w:num>
  <w:num w:numId="16">
    <w:abstractNumId w:val="28"/>
  </w:num>
  <w:num w:numId="17">
    <w:abstractNumId w:val="11"/>
  </w:num>
  <w:num w:numId="18">
    <w:abstractNumId w:val="30"/>
  </w:num>
  <w:num w:numId="19">
    <w:abstractNumId w:val="22"/>
  </w:num>
  <w:num w:numId="20">
    <w:abstractNumId w:val="15"/>
  </w:num>
  <w:num w:numId="21">
    <w:abstractNumId w:val="23"/>
  </w:num>
  <w:num w:numId="22">
    <w:abstractNumId w:val="29"/>
  </w:num>
  <w:num w:numId="23">
    <w:abstractNumId w:val="12"/>
  </w:num>
  <w:num w:numId="24">
    <w:abstractNumId w:val="21"/>
  </w:num>
  <w:num w:numId="25">
    <w:abstractNumId w:val="24"/>
  </w:num>
  <w:num w:numId="26">
    <w:abstractNumId w:val="0"/>
  </w:num>
  <w:num w:numId="27">
    <w:abstractNumId w:val="14"/>
  </w:num>
  <w:num w:numId="28">
    <w:abstractNumId w:val="3"/>
  </w:num>
  <w:num w:numId="29">
    <w:abstractNumId w:val="9"/>
  </w:num>
  <w:num w:numId="30">
    <w:abstractNumId w:val="25"/>
  </w:num>
  <w:num w:numId="3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attachedTemplate r:id="rId1"/>
  <w:stylePaneFormatFilter w:val="3F01"/>
  <w:defaultTabStop w:val="72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BD9"/>
    <w:rsid w:val="0001399E"/>
    <w:rsid w:val="000964DF"/>
    <w:rsid w:val="000C78FB"/>
    <w:rsid w:val="000E066D"/>
    <w:rsid w:val="0019299A"/>
    <w:rsid w:val="001D030E"/>
    <w:rsid w:val="00234B34"/>
    <w:rsid w:val="00275C54"/>
    <w:rsid w:val="002B1A53"/>
    <w:rsid w:val="0036676C"/>
    <w:rsid w:val="003F3810"/>
    <w:rsid w:val="00402349"/>
    <w:rsid w:val="00410033"/>
    <w:rsid w:val="004755EB"/>
    <w:rsid w:val="004969C9"/>
    <w:rsid w:val="004C35E8"/>
    <w:rsid w:val="00527BD9"/>
    <w:rsid w:val="00573211"/>
    <w:rsid w:val="0057463A"/>
    <w:rsid w:val="006243B4"/>
    <w:rsid w:val="00626A20"/>
    <w:rsid w:val="0068590D"/>
    <w:rsid w:val="00726FE0"/>
    <w:rsid w:val="00731AEA"/>
    <w:rsid w:val="007410BD"/>
    <w:rsid w:val="00752CAC"/>
    <w:rsid w:val="007D149E"/>
    <w:rsid w:val="008920C8"/>
    <w:rsid w:val="0091363B"/>
    <w:rsid w:val="00930F50"/>
    <w:rsid w:val="00950ACF"/>
    <w:rsid w:val="0096353D"/>
    <w:rsid w:val="009932CE"/>
    <w:rsid w:val="009C2476"/>
    <w:rsid w:val="00A36D97"/>
    <w:rsid w:val="00A52BB2"/>
    <w:rsid w:val="00A72C65"/>
    <w:rsid w:val="00B53E13"/>
    <w:rsid w:val="00BD0FAE"/>
    <w:rsid w:val="00BD7C55"/>
    <w:rsid w:val="00C30514"/>
    <w:rsid w:val="00C728E5"/>
    <w:rsid w:val="00C9237E"/>
    <w:rsid w:val="00CF3795"/>
    <w:rsid w:val="00E000F2"/>
    <w:rsid w:val="00E05F2A"/>
    <w:rsid w:val="00E26F38"/>
    <w:rsid w:val="00E37D8F"/>
    <w:rsid w:val="00E8547E"/>
    <w:rsid w:val="00F756DD"/>
    <w:rsid w:val="00F84CDF"/>
    <w:rsid w:val="00F96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FAE"/>
    <w:rPr>
      <w:rFonts w:ascii="Garamond" w:hAnsi="Garamond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00F2"/>
    <w:pPr>
      <w:spacing w:after="80"/>
      <w:ind w:left="259"/>
      <w:outlineLvl w:val="0"/>
    </w:pPr>
    <w:rPr>
      <w:b/>
      <w:i/>
      <w:sz w:val="26"/>
      <w:szCs w:val="2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E066D"/>
    <w:pPr>
      <w:spacing w:before="160" w:after="80"/>
      <w:ind w:left="259"/>
      <w:outlineLvl w:val="1"/>
    </w:pPr>
    <w:rPr>
      <w:b/>
      <w:sz w:val="2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Location">
    <w:name w:val="Location"/>
    <w:basedOn w:val="Normal"/>
    <w:uiPriority w:val="99"/>
    <w:rsid w:val="000E066D"/>
    <w:pPr>
      <w:ind w:left="1332"/>
    </w:pPr>
    <w:rPr>
      <w:szCs w:val="20"/>
    </w:rPr>
  </w:style>
  <w:style w:type="paragraph" w:customStyle="1" w:styleId="smallspacing">
    <w:name w:val="small spacing"/>
    <w:basedOn w:val="Normal"/>
    <w:uiPriority w:val="99"/>
    <w:rsid w:val="00BD0FAE"/>
    <w:pPr>
      <w:ind w:left="360"/>
    </w:pPr>
    <w:rPr>
      <w:sz w:val="8"/>
      <w:szCs w:val="8"/>
    </w:rPr>
  </w:style>
  <w:style w:type="paragraph" w:customStyle="1" w:styleId="Text">
    <w:name w:val="Text"/>
    <w:basedOn w:val="Normal"/>
    <w:uiPriority w:val="99"/>
    <w:rsid w:val="00E000F2"/>
    <w:pPr>
      <w:spacing w:after="80"/>
      <w:ind w:left="259"/>
    </w:pPr>
    <w:rPr>
      <w:szCs w:val="20"/>
    </w:rPr>
  </w:style>
  <w:style w:type="paragraph" w:customStyle="1" w:styleId="Testimonial">
    <w:name w:val="Testimonial"/>
    <w:basedOn w:val="Normal"/>
    <w:uiPriority w:val="99"/>
    <w:rsid w:val="00573211"/>
    <w:pPr>
      <w:keepLines/>
      <w:spacing w:before="200" w:line="480" w:lineRule="auto"/>
      <w:jc w:val="right"/>
    </w:pPr>
    <w:rPr>
      <w:i/>
      <w:iCs/>
      <w:szCs w:val="20"/>
    </w:rPr>
  </w:style>
  <w:style w:type="paragraph" w:customStyle="1" w:styleId="Bulletedlistwspace">
    <w:name w:val="Bulleted list w/space"/>
    <w:basedOn w:val="Normal"/>
    <w:uiPriority w:val="99"/>
    <w:rsid w:val="000E066D"/>
    <w:pPr>
      <w:numPr>
        <w:numId w:val="2"/>
      </w:numPr>
      <w:spacing w:after="80"/>
      <w:ind w:left="979"/>
    </w:pPr>
  </w:style>
  <w:style w:type="paragraph" w:customStyle="1" w:styleId="Affiliation">
    <w:name w:val="Affiliation"/>
    <w:basedOn w:val="Normal"/>
    <w:uiPriority w:val="99"/>
    <w:rsid w:val="000E066D"/>
    <w:pPr>
      <w:ind w:left="259"/>
    </w:pPr>
    <w:rPr>
      <w:szCs w:val="20"/>
    </w:rPr>
  </w:style>
  <w:style w:type="paragraph" w:customStyle="1" w:styleId="Education">
    <w:name w:val="Education"/>
    <w:basedOn w:val="Normal"/>
    <w:uiPriority w:val="99"/>
    <w:rsid w:val="000E066D"/>
    <w:pPr>
      <w:ind w:left="252"/>
    </w:pPr>
    <w:rPr>
      <w:b/>
      <w:bCs/>
      <w:szCs w:val="20"/>
    </w:rPr>
  </w:style>
  <w:style w:type="character" w:customStyle="1" w:styleId="Position">
    <w:name w:val="Position"/>
    <w:basedOn w:val="DefaultParagraphFont"/>
    <w:uiPriority w:val="99"/>
    <w:rsid w:val="000E066D"/>
    <w:rPr>
      <w:rFonts w:cs="Times New Roman"/>
      <w:b/>
      <w:bCs/>
    </w:rPr>
  </w:style>
  <w:style w:type="paragraph" w:customStyle="1" w:styleId="Reference">
    <w:name w:val="Reference"/>
    <w:basedOn w:val="Normal"/>
    <w:uiPriority w:val="99"/>
    <w:rsid w:val="00573211"/>
    <w:pPr>
      <w:spacing w:after="920"/>
      <w:jc w:val="right"/>
    </w:pPr>
    <w:rPr>
      <w:szCs w:val="20"/>
    </w:rPr>
  </w:style>
  <w:style w:type="numbering" w:customStyle="1" w:styleId="Bulletedlist">
    <w:name w:val="Bulleted list"/>
    <w:rsid w:val="00FB2AF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ul%20Sheridan\Application%20Data\Microsoft\Templates\Teacher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resume</Template>
  <TotalTime>2</TotalTime>
  <Pages>3</Pages>
  <Words>879</Words>
  <Characters>5012</Characters>
  <Application>Microsoft Office Outlook</Application>
  <DocSecurity>0</DocSecurity>
  <Lines>0</Lines>
  <Paragraphs>0</Paragraphs>
  <ScaleCrop>false</ScaleCrop>
  <Company>McGraw-Hill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Lauren O’Brien</dc:title>
  <dc:subject/>
  <dc:creator>Paul Sheridan</dc:creator>
  <cp:keywords/>
  <dc:description/>
  <cp:lastModifiedBy>Lauren</cp:lastModifiedBy>
  <cp:revision>2</cp:revision>
  <cp:lastPrinted>2003-11-25T13:57:00Z</cp:lastPrinted>
  <dcterms:created xsi:type="dcterms:W3CDTF">2007-12-19T00:14:00Z</dcterms:created>
  <dcterms:modified xsi:type="dcterms:W3CDTF">2007-12-19T00:14:00Z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TC063694861033</vt:lpwstr>
  </property>
</Properties>
</file>